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bookmarkStart w:id="0" w:name="_GoBack"/>
      <w:bookmarkEnd w:id="0"/>
      <w:r>
        <w:t xml:space="preserve">SMLOUVA O DÍLO </w:t>
      </w:r>
    </w:p>
    <w:p w14:paraId="1F56212A" w14:textId="2E5263B3" w:rsidR="00F422D3" w:rsidRDefault="00AD7FA7" w:rsidP="00B42F40">
      <w:pPr>
        <w:pStyle w:val="Titul2"/>
      </w:pPr>
      <w:r>
        <w:t xml:space="preserve">Název zakázky: Vypracování projektové dokumentace „Oprava mostních objektů v úseku Bakov nad </w:t>
      </w:r>
      <w:proofErr w:type="gramStart"/>
      <w:r>
        <w:t>Jizerou</w:t>
      </w:r>
      <w:proofErr w:type="gramEnd"/>
      <w:r>
        <w:t xml:space="preserve"> –</w:t>
      </w:r>
      <w:proofErr w:type="gramStart"/>
      <w:r>
        <w:t>Bělá</w:t>
      </w:r>
      <w:proofErr w:type="gramEnd"/>
      <w:r>
        <w:t xml:space="preserve"> pod Bezdězem</w:t>
      </w:r>
      <w:r w:rsidR="00F422D3">
        <w:t>“</w:t>
      </w:r>
    </w:p>
    <w:p w14:paraId="46430014" w14:textId="77777777" w:rsidR="007A6E42" w:rsidRPr="00D32554" w:rsidRDefault="007A6E42" w:rsidP="007A6E42">
      <w:pPr>
        <w:pStyle w:val="Nadpis1-1"/>
      </w:pPr>
      <w:r>
        <w:t>Smluvní strany</w:t>
      </w:r>
    </w:p>
    <w:p w14:paraId="1366E579" w14:textId="77777777" w:rsidR="001C2A3F" w:rsidRPr="001C2A3F" w:rsidRDefault="001C2A3F"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392B4011" w:rsidR="001C2A3F" w:rsidRPr="001C2A3F" w:rsidRDefault="001C2A3F" w:rsidP="00EB421D">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AD7FA7">
        <w:rPr>
          <w:rFonts w:eastAsia="Times New Roman" w:cs="Arial"/>
          <w:snapToGrid w:val="0"/>
          <w:lang w:eastAsia="cs-CZ"/>
        </w:rPr>
        <w:t>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4BFDEEF2" w:rsidR="001C2A3F" w:rsidRPr="001C2A3F"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3B4047">
        <w:rPr>
          <w:rFonts w:eastAsia="Times New Roman" w:cs="Arial"/>
          <w:snapToGrid w:val="0"/>
          <w:lang w:eastAsia="cs-CZ"/>
        </w:rPr>
        <w:t>ve věcech technických:</w:t>
      </w:r>
      <w:r w:rsidR="00566EF0">
        <w:rPr>
          <w:rFonts w:eastAsia="Times New Roman" w:cs="Arial"/>
          <w:snapToGrid w:val="0"/>
          <w:lang w:eastAsia="cs-CZ"/>
        </w:rPr>
        <w:tab/>
      </w:r>
      <w:r w:rsidR="003B4047">
        <w:rPr>
          <w:rFonts w:eastAsia="Times New Roman" w:cs="Arial"/>
          <w:snapToGrid w:val="0"/>
          <w:lang w:eastAsia="cs-CZ"/>
        </w:rPr>
        <w:t>Jiří Tucauer, tel.: 972 341 335</w:t>
      </w:r>
      <w:r w:rsidR="00566EF0">
        <w:rPr>
          <w:rFonts w:eastAsia="Times New Roman" w:cs="Arial"/>
          <w:snapToGrid w:val="0"/>
          <w:lang w:eastAsia="cs-CZ"/>
        </w:rPr>
        <w:t xml:space="preserve">, </w:t>
      </w:r>
      <w:r w:rsidR="003B4047">
        <w:rPr>
          <w:rFonts w:eastAsia="Times New Roman" w:cs="Arial"/>
          <w:snapToGrid w:val="0"/>
          <w:lang w:eastAsia="cs-CZ"/>
        </w:rPr>
        <w:t>Tucauer</w:t>
      </w:r>
      <w:r w:rsidR="00566EF0">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191BB0C8" w:rsidR="00C63E53" w:rsidRDefault="00C63E53" w:rsidP="00C63E53">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1"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1"/>
    </w:p>
    <w:p w14:paraId="0EC3D7EB" w14:textId="4011109F" w:rsidR="00C63E53" w:rsidRDefault="00C63E53" w:rsidP="00C63E53">
      <w:pPr>
        <w:pStyle w:val="Textbezodsazen"/>
        <w:ind w:left="567"/>
        <w:rPr>
          <w:b/>
        </w:rPr>
      </w:pPr>
      <w:r>
        <w:t>ev. č. registru VZ</w:t>
      </w:r>
      <w:r w:rsidRPr="00B42F40">
        <w:t xml:space="preserve">: </w:t>
      </w:r>
      <w:r w:rsidR="00FA3658">
        <w:t>64021044</w:t>
      </w:r>
    </w:p>
    <w:p w14:paraId="0A3EFEE2" w14:textId="2476D4C7" w:rsidR="00C63E53" w:rsidRDefault="00C63E53" w:rsidP="00C63E53">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27CFB8AD" w:rsidR="009020DB" w:rsidRPr="009020DB" w:rsidRDefault="009020DB" w:rsidP="00394FF4">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2"/>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02676B7" w14:textId="37C7E44D" w:rsidR="009020DB" w:rsidRPr="009020DB" w:rsidRDefault="009020DB" w:rsidP="00394FF4">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1EA52B4A" w14:textId="204B9260"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9020DB">
      <w:pPr>
        <w:pStyle w:val="Textbezodsazen"/>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0218545B" w:rsidR="00EF05B5" w:rsidRPr="00657A25" w:rsidRDefault="00EF05B5" w:rsidP="00EF05B5">
      <w:pPr>
        <w:pStyle w:val="Text1-1"/>
      </w:pPr>
      <w:r w:rsidRPr="00657A25">
        <w:t>Výzva k podání nabídk</w:t>
      </w:r>
      <w:r w:rsidR="003B4047">
        <w:t>y na realizaci veřejné zakázky Vypracování projektové dokumentace „Oprava mostních objektů v úseku Bakov nad Jizerou – Bělá pod Bezdězem</w:t>
      </w:r>
      <w:r w:rsidRPr="00657A25">
        <w:t xml:space="preserve">“, č. </w:t>
      </w:r>
      <w:r w:rsidRPr="00FA3658">
        <w:t>j.:</w:t>
      </w:r>
      <w:r w:rsidR="00566EF0" w:rsidRPr="00FA3658">
        <w:t xml:space="preserve"> </w:t>
      </w:r>
      <w:r w:rsidR="00FA3658" w:rsidRPr="00FA3658">
        <w:rPr>
          <w:rFonts w:asciiTheme="majorHAnsi" w:hAnsiTheme="majorHAnsi" w:cs="Arial"/>
          <w:shd w:val="clear" w:color="auto" w:fill="FFFFFF"/>
        </w:rPr>
        <w:t>9853/2021-SŽ-OŘ HKR-NPI</w:t>
      </w:r>
      <w:r w:rsidR="00566EF0" w:rsidRPr="00FA3658">
        <w:t xml:space="preserve"> </w:t>
      </w:r>
      <w:r w:rsidR="008B2FF7" w:rsidRPr="00FA3658">
        <w:t xml:space="preserve">ze </w:t>
      </w:r>
      <w:r>
        <w:t xml:space="preserve">dne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Pr="00657A25">
        <w:t xml:space="preserve"> (dále jen „Výzva“). </w:t>
      </w:r>
    </w:p>
    <w:p w14:paraId="064AB395" w14:textId="2EF4229C" w:rsidR="00EF05B5" w:rsidRPr="00C42371" w:rsidRDefault="00EF05B5" w:rsidP="00EF05B5">
      <w:pPr>
        <w:pStyle w:val="Text1-1"/>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lastRenderedPageBreak/>
        <w:t>Název a předmět díla</w:t>
      </w:r>
    </w:p>
    <w:p w14:paraId="7D4407FD" w14:textId="019B0ACC" w:rsidR="007D0186" w:rsidRPr="00324258" w:rsidRDefault="007D0186" w:rsidP="007D0186">
      <w:pPr>
        <w:pStyle w:val="Text1-1"/>
      </w:pPr>
      <w:r w:rsidRPr="00324258">
        <w:t xml:space="preserve">Název díla: </w:t>
      </w:r>
      <w:r w:rsidR="003B4047" w:rsidRPr="00CB35ED">
        <w:rPr>
          <w:rFonts w:ascii="Verdana" w:eastAsia="Verdana" w:hAnsi="Verdana" w:cs="Times New Roman"/>
        </w:rPr>
        <w:t xml:space="preserve">Vypracování projektové dokumentace </w:t>
      </w:r>
      <w:r w:rsidR="003B4047">
        <w:rPr>
          <w:rFonts w:ascii="Verdana" w:eastAsia="Verdana" w:hAnsi="Verdana" w:cs="Times New Roman"/>
        </w:rPr>
        <w:t>"Oprava mostních objektů</w:t>
      </w:r>
      <w:r w:rsidR="003B4047" w:rsidRPr="00CB35ED">
        <w:rPr>
          <w:rFonts w:ascii="Verdana" w:eastAsia="Verdana" w:hAnsi="Verdana" w:cs="Times New Roman"/>
        </w:rPr>
        <w:t xml:space="preserve"> v úseku Bakov nad Jizerou - Bělá pod Bezdězem"</w:t>
      </w:r>
    </w:p>
    <w:p w14:paraId="35F362D5" w14:textId="3341A3B0"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000C3F77" w:rsidRPr="00FA5452">
        <w:rPr>
          <w:noProof/>
        </w:rPr>
        <w:t>pro následné zadání veřejné zakázky, která bude splňovat podmínku řádného a jednoznačného zadání pro</w:t>
      </w:r>
      <w:r w:rsidR="000C3F77">
        <w:rPr>
          <w:noProof/>
        </w:rPr>
        <w:t xml:space="preserve"> </w:t>
      </w:r>
      <w:r w:rsidR="000C3F77" w:rsidRPr="00FA5452">
        <w:rPr>
          <w:noProof/>
        </w:rPr>
        <w:t xml:space="preserve">opravu propustku v km 2,786, která </w:t>
      </w:r>
      <w:r w:rsidR="000C3F77">
        <w:rPr>
          <w:noProof/>
        </w:rPr>
        <w:t>bude spočívat</w:t>
      </w:r>
      <w:r w:rsidR="000C3F77" w:rsidRPr="00FA5452">
        <w:rPr>
          <w:noProof/>
        </w:rPr>
        <w:t xml:space="preserve"> ve výměně deskové nosné kontrukce za trubní propustek, dále pro opravu mostů v km 3,209; km 4,614; km 4,872; km 5,189;  km 8,751 a propustků v km 7,008</w:t>
      </w:r>
      <w:r w:rsidR="000C3F77">
        <w:rPr>
          <w:noProof/>
        </w:rPr>
        <w:t xml:space="preserve"> a</w:t>
      </w:r>
      <w:r w:rsidR="000C3F77" w:rsidRPr="00FA5452">
        <w:rPr>
          <w:noProof/>
        </w:rPr>
        <w:t xml:space="preserve"> km 9,190, která </w:t>
      </w:r>
      <w:r w:rsidR="000C3F77">
        <w:rPr>
          <w:noProof/>
        </w:rPr>
        <w:t>bude spočívat</w:t>
      </w:r>
      <w:r w:rsidR="000C3F77" w:rsidRPr="00FA5452">
        <w:rPr>
          <w:noProof/>
        </w:rPr>
        <w:t xml:space="preserve"> v sanaci spodní stavby, opravě říms</w:t>
      </w:r>
      <w:r w:rsidR="000C3F77">
        <w:rPr>
          <w:noProof/>
        </w:rPr>
        <w:t xml:space="preserve"> a</w:t>
      </w:r>
      <w:r w:rsidR="000C3F77" w:rsidRPr="00FA5452">
        <w:rPr>
          <w:noProof/>
        </w:rPr>
        <w:t xml:space="preserve"> opravě hydroizolace</w:t>
      </w:r>
      <w:r w:rsidR="000C3F77">
        <w:rPr>
          <w:noProof/>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5FADC31" w14:textId="505325A0" w:rsidR="00557DDF" w:rsidRPr="00456B88" w:rsidRDefault="004112D1" w:rsidP="00557DDF">
      <w:pPr>
        <w:pStyle w:val="Text1-1"/>
      </w:pPr>
      <w:r>
        <w:t>P</w:t>
      </w:r>
      <w:r w:rsidR="00557DDF" w:rsidRPr="00456B88">
        <w:t>rojektová dokumentace bude obsahovat tyto části:</w:t>
      </w:r>
    </w:p>
    <w:p w14:paraId="43DE2595" w14:textId="77777777" w:rsidR="00557DDF" w:rsidRPr="00557DDF" w:rsidRDefault="00557DDF" w:rsidP="00394FF4">
      <w:pPr>
        <w:pStyle w:val="Nadpis1-1"/>
        <w:numPr>
          <w:ilvl w:val="0"/>
          <w:numId w:val="15"/>
        </w:numPr>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394FF4">
      <w:pPr>
        <w:pStyle w:val="Nadpis1-1"/>
        <w:numPr>
          <w:ilvl w:val="0"/>
          <w:numId w:val="15"/>
        </w:numPr>
        <w:rPr>
          <w:rFonts w:asciiTheme="minorHAnsi" w:hAnsiTheme="minorHAnsi"/>
          <w:b w:val="0"/>
          <w:caps w:val="0"/>
          <w:sz w:val="18"/>
        </w:rPr>
      </w:pPr>
      <w:r w:rsidRPr="00557DDF">
        <w:rPr>
          <w:rFonts w:asciiTheme="minorHAnsi" w:hAnsiTheme="minorHAnsi"/>
          <w:b w:val="0"/>
          <w:caps w:val="0"/>
          <w:sz w:val="18"/>
        </w:rPr>
        <w:t>Situace</w:t>
      </w:r>
    </w:p>
    <w:p w14:paraId="159FBF0D" w14:textId="2AD56B8C" w:rsidR="00557DDF" w:rsidRPr="00557DDF" w:rsidRDefault="000D2B6C" w:rsidP="00394FF4">
      <w:pPr>
        <w:pStyle w:val="Nadpis1-1"/>
        <w:numPr>
          <w:ilvl w:val="0"/>
          <w:numId w:val="15"/>
        </w:numPr>
        <w:rPr>
          <w:rFonts w:asciiTheme="minorHAnsi" w:hAnsiTheme="minorHAnsi"/>
          <w:b w:val="0"/>
          <w:caps w:val="0"/>
          <w:sz w:val="18"/>
        </w:rPr>
      </w:pPr>
      <w:r>
        <w:rPr>
          <w:rFonts w:asciiTheme="minorHAnsi" w:hAnsiTheme="minorHAnsi"/>
          <w:b w:val="0"/>
          <w:caps w:val="0"/>
          <w:sz w:val="18"/>
        </w:rPr>
        <w:t>Statický přepočet mostních objektů</w:t>
      </w:r>
    </w:p>
    <w:p w14:paraId="2C71254C" w14:textId="7BB40F1B" w:rsidR="00557DDF" w:rsidRPr="00557DDF" w:rsidRDefault="000D2B6C" w:rsidP="00394FF4">
      <w:pPr>
        <w:pStyle w:val="Nadpis1-1"/>
        <w:numPr>
          <w:ilvl w:val="0"/>
          <w:numId w:val="15"/>
        </w:numPr>
        <w:rPr>
          <w:rFonts w:asciiTheme="minorHAnsi" w:hAnsiTheme="minorHAnsi"/>
          <w:b w:val="0"/>
          <w:caps w:val="0"/>
          <w:sz w:val="18"/>
        </w:rPr>
      </w:pPr>
      <w:r>
        <w:rPr>
          <w:rFonts w:asciiTheme="minorHAnsi" w:hAnsiTheme="minorHAnsi"/>
          <w:b w:val="0"/>
          <w:caps w:val="0"/>
          <w:sz w:val="18"/>
        </w:rPr>
        <w:t>P</w:t>
      </w:r>
      <w:r w:rsidR="00557DDF" w:rsidRPr="00557DDF">
        <w:rPr>
          <w:rFonts w:asciiTheme="minorHAnsi" w:hAnsiTheme="minorHAnsi"/>
          <w:b w:val="0"/>
          <w:caps w:val="0"/>
          <w:sz w:val="18"/>
        </w:rPr>
        <w:t>říčné</w:t>
      </w:r>
      <w:r>
        <w:rPr>
          <w:rFonts w:asciiTheme="minorHAnsi" w:hAnsiTheme="minorHAnsi"/>
          <w:b w:val="0"/>
          <w:caps w:val="0"/>
          <w:sz w:val="18"/>
        </w:rPr>
        <w:t xml:space="preserve"> a podélné</w:t>
      </w:r>
      <w:r w:rsidR="00557DDF" w:rsidRPr="00557DDF">
        <w:rPr>
          <w:rFonts w:asciiTheme="minorHAnsi" w:hAnsiTheme="minorHAnsi"/>
          <w:b w:val="0"/>
          <w:caps w:val="0"/>
          <w:sz w:val="18"/>
        </w:rPr>
        <w:t xml:space="preserve"> řezy </w:t>
      </w:r>
      <w:r>
        <w:rPr>
          <w:rFonts w:asciiTheme="minorHAnsi" w:hAnsiTheme="minorHAnsi"/>
          <w:b w:val="0"/>
          <w:caps w:val="0"/>
          <w:sz w:val="18"/>
        </w:rPr>
        <w:t>mostních objektů</w:t>
      </w:r>
    </w:p>
    <w:p w14:paraId="0BB0AAB5" w14:textId="77777777" w:rsidR="00557DDF" w:rsidRPr="00557DDF" w:rsidRDefault="00557DDF" w:rsidP="00394FF4">
      <w:pPr>
        <w:pStyle w:val="Nadpis1-1"/>
        <w:numPr>
          <w:ilvl w:val="0"/>
          <w:numId w:val="15"/>
        </w:numPr>
        <w:rPr>
          <w:rFonts w:asciiTheme="minorHAnsi" w:hAnsiTheme="minorHAnsi"/>
          <w:b w:val="0"/>
          <w:caps w:val="0"/>
          <w:sz w:val="18"/>
        </w:rPr>
      </w:pPr>
      <w:r w:rsidRPr="00557DDF">
        <w:rPr>
          <w:rFonts w:asciiTheme="minorHAnsi" w:hAnsiTheme="minorHAnsi"/>
          <w:b w:val="0"/>
          <w:caps w:val="0"/>
          <w:sz w:val="18"/>
        </w:rPr>
        <w:t>Vytyčovací výkres</w:t>
      </w:r>
    </w:p>
    <w:p w14:paraId="139189EB" w14:textId="289D9384" w:rsidR="00557DDF" w:rsidRPr="00557DDF" w:rsidRDefault="000D2B6C" w:rsidP="00394FF4">
      <w:pPr>
        <w:pStyle w:val="Nadpis1-1"/>
        <w:numPr>
          <w:ilvl w:val="0"/>
          <w:numId w:val="15"/>
        </w:numPr>
        <w:rPr>
          <w:rFonts w:asciiTheme="minorHAnsi" w:hAnsiTheme="minorHAnsi"/>
          <w:b w:val="0"/>
          <w:caps w:val="0"/>
          <w:sz w:val="18"/>
        </w:rPr>
      </w:pPr>
      <w:r>
        <w:rPr>
          <w:rFonts w:asciiTheme="minorHAnsi" w:hAnsiTheme="minorHAnsi"/>
          <w:b w:val="0"/>
          <w:caps w:val="0"/>
          <w:sz w:val="18"/>
        </w:rPr>
        <w:t>Plán organizace výstavby</w:t>
      </w:r>
    </w:p>
    <w:p w14:paraId="5164BDA2" w14:textId="77777777" w:rsidR="00557DDF" w:rsidRPr="00557DDF" w:rsidRDefault="00557DDF" w:rsidP="00394FF4">
      <w:pPr>
        <w:pStyle w:val="Nadpis1-1"/>
        <w:numPr>
          <w:ilvl w:val="0"/>
          <w:numId w:val="15"/>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394FF4">
      <w:pPr>
        <w:pStyle w:val="Nadpis1-1"/>
        <w:numPr>
          <w:ilvl w:val="0"/>
          <w:numId w:val="15"/>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57DDF">
        <w:t>Souprava č. 1 a č. 2 bude opatřena razítkem s autorizací.</w:t>
      </w:r>
    </w:p>
    <w:p w14:paraId="113AD827"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3A3ADB0F" w14:textId="77777777" w:rsidR="00557DDF" w:rsidRPr="00557DDF" w:rsidRDefault="00624262" w:rsidP="00624262">
      <w:pPr>
        <w:pStyle w:val="Text1-1"/>
      </w:pPr>
      <w:r w:rsidRPr="00624262">
        <w:t>Dílo bude ve vlastnictví České republiky s právem hospodařit s majetkem státu pro objednatele.</w:t>
      </w:r>
    </w:p>
    <w:p w14:paraId="7EF29EB2" w14:textId="77777777" w:rsidR="00F24489" w:rsidRDefault="00C11E78" w:rsidP="00F24489">
      <w:pPr>
        <w:pStyle w:val="Nadpis1-1"/>
      </w:pPr>
      <w:r>
        <w:t>TERMÍN PLNĚNÍ</w:t>
      </w:r>
    </w:p>
    <w:p w14:paraId="3CBF011C" w14:textId="77777777" w:rsidR="00F24489" w:rsidRDefault="00F24489" w:rsidP="00F24489">
      <w:pPr>
        <w:pStyle w:val="slovanseznam"/>
        <w:numPr>
          <w:ilvl w:val="0"/>
          <w:numId w:val="0"/>
        </w:numPr>
        <w:ind w:left="567" w:hanging="567"/>
      </w:pPr>
    </w:p>
    <w:p w14:paraId="49B4D773" w14:textId="77777777" w:rsidR="00A209AF" w:rsidRDefault="00A209AF" w:rsidP="00A209AF">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0255A5C8" w:rsidR="00A209AF" w:rsidRPr="00A209AF" w:rsidRDefault="00A209AF" w:rsidP="00A209AF">
      <w:pPr>
        <w:pStyle w:val="Text1-1"/>
      </w:pPr>
      <w:r w:rsidRPr="00A209AF">
        <w:lastRenderedPageBreak/>
        <w:t>Po ukončení 1. Dílčí etapy proběhne připomínkování návrhu technického řešení Objednatelem a následné zapracování připomínek Zhotovitelem, přičemž jsou pro smluvní strany závazné následující lhůty. Objednatel zašle Zhotoviteli připomínky k návrhu technického řešení do 17 pracovních dnů od jeho doručení. Zhotovitel má následně povinnost zapracovat připomínky či zaslat důvod jejich nepřijetí Objednateli do 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stanovení Harmonogramu plnění a Zhotovitel je srozuměn s tím, že v případě dodržení lhůt ze strany Objednatele nemá z důvodu tohoto připomínkového řízení nárok na změnu Harmonogramu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3304A69B"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7B853111" w14:textId="77777777" w:rsidR="006C7460" w:rsidRPr="006C7460" w:rsidRDefault="006C7460" w:rsidP="006C7460">
      <w:pPr>
        <w:pStyle w:val="Text1-1"/>
      </w:pPr>
      <w:r w:rsidRPr="006C7460">
        <w:lastRenderedPageBreak/>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547845E6"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68CBAB76"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t>j.: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77777777" w:rsidR="006C7460" w:rsidRDefault="006C7460" w:rsidP="006C7460">
      <w:pPr>
        <w:pStyle w:val="Text1-1"/>
      </w:pPr>
      <w:r>
        <w:t xml:space="preserve">Zhotovitel se zavazuje zajistit, že všichni jeho zaměstnanci, jakož i zaměstnanci jeho poddodavatelů, budou po celou dobu realizace díla v obvodu dráhy viditelně označeni na </w:t>
      </w:r>
      <w:r>
        <w:lastRenderedPageBreak/>
        <w:t>svrchním výstražném či pracovním oděvu, případně na ochranné přilbě, pokud je její používání nařízeno, a to názvem či logem svého zaměstnavatele.</w:t>
      </w:r>
    </w:p>
    <w:p w14:paraId="64976803" w14:textId="0BDE8545" w:rsidR="006C7460" w:rsidRPr="00092818" w:rsidRDefault="00F7405C" w:rsidP="001F458E">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47E11DBD"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t>PLATEBNÍ PODMÍNKY</w:t>
      </w:r>
    </w:p>
    <w:p w14:paraId="2A290BA6" w14:textId="2AFC8F9D"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C0F4562"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60E59A37" w14:textId="1DD48B8D"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14:paraId="04117CD9" w14:textId="51EE8497" w:rsidR="00D51AAD"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466163B8" w14:textId="796F4A3B" w:rsidR="0033274F" w:rsidRPr="00B01C8B" w:rsidRDefault="0033274F" w:rsidP="00D51AAD">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 xml:space="preserve">nerozdílně. Vedoucí Zhotovitel (dále jen „Vedoucí Zhotovitel“) prohlašuje, že je </w:t>
      </w:r>
      <w:r w:rsidRPr="00E10866">
        <w:rPr>
          <w:rFonts w:eastAsia="Calibri"/>
        </w:rPr>
        <w:lastRenderedPageBreak/>
        <w:t>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14C3E">
      <w:pPr>
        <w:pStyle w:val="Nadpis1-1"/>
      </w:pPr>
      <w:r>
        <w:t>SMLUVNÍ POKUTY a SANKCE</w:t>
      </w:r>
    </w:p>
    <w:p w14:paraId="10B47379" w14:textId="361E3275"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31228913" w:rsidR="00FA4D85" w:rsidRDefault="007B3F34" w:rsidP="00FA4D85">
      <w:pPr>
        <w:pStyle w:val="Text1-1"/>
      </w:pPr>
      <w:r w:rsidRPr="00D126A2">
        <w:t>V případě prodlení s úhradou peněžitého plnění je objednatel povinen zaplatit zhotoviteli zákonný úrok z prodlení.</w:t>
      </w:r>
    </w:p>
    <w:p w14:paraId="14F15E45" w14:textId="2104B82A" w:rsidR="003358FF" w:rsidRDefault="003358FF" w:rsidP="003358FF">
      <w:pPr>
        <w:pStyle w:val="Nadpis1-1"/>
      </w:pPr>
      <w:r w:rsidRPr="003358FF">
        <w:t>Odpovědné zadávání</w:t>
      </w:r>
    </w:p>
    <w:p w14:paraId="4D19F634" w14:textId="1FC4547C" w:rsidR="003358FF" w:rsidRDefault="003358FF" w:rsidP="003358FF">
      <w:pPr>
        <w:pStyle w:val="Text1-1"/>
      </w:pPr>
      <w:r w:rsidRPr="003358FF">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49E9DA4F" w14:textId="16B8D535" w:rsidR="003358FF" w:rsidRDefault="003358FF" w:rsidP="003358FF">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201686B0" w14:textId="0801770A" w:rsidR="003358FF" w:rsidRDefault="003358FF" w:rsidP="003358F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4B4999F" w14:textId="1B39DD84" w:rsidR="003358FF" w:rsidRPr="003358FF" w:rsidRDefault="003358FF" w:rsidP="003358F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F46D57D" w14:textId="77777777" w:rsidR="00214C3E" w:rsidRDefault="00214C3E" w:rsidP="00214C3E">
      <w:pPr>
        <w:pStyle w:val="Nadpis1-1"/>
      </w:pPr>
      <w:r w:rsidRPr="00464C92">
        <w:lastRenderedPageBreak/>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6D637942"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1C2FC5DA"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090FFF14" w14:textId="00E167B9" w:rsidR="00E87509" w:rsidRDefault="00E87509" w:rsidP="008500BE">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2603A7DF" w:rsidR="008500BE" w:rsidRDefault="008500BE" w:rsidP="008500BE">
      <w:pPr>
        <w:pStyle w:val="Text1-1"/>
      </w:pPr>
      <w:r w:rsidRPr="008500BE">
        <w:rPr>
          <w:highlight w:val="yellow"/>
        </w:rPr>
        <w:t>Tato smlouva je vyhotovena v elektronické podobě, přičemž obě Smluvní strany obdrží její elektronický originál opatřený elektronickými podpisy.</w:t>
      </w:r>
    </w:p>
    <w:p w14:paraId="69E1B3D4" w14:textId="690CC45C" w:rsidR="008500BE" w:rsidRDefault="008500BE" w:rsidP="008500BE">
      <w:pPr>
        <w:pStyle w:val="Text1-1"/>
        <w:numPr>
          <w:ilvl w:val="0"/>
          <w:numId w:val="0"/>
        </w:numPr>
        <w:ind w:left="737"/>
      </w:pPr>
      <w:r w:rsidRPr="008500BE">
        <w:rPr>
          <w:highlight w:val="yellow"/>
        </w:rPr>
        <w:t xml:space="preserve">Tato smlouva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0A4B9F">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8500BE">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075738CC"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6016C1E9" w:rsidR="00E87509" w:rsidRDefault="00E87509" w:rsidP="00E87509">
      <w:pPr>
        <w:pStyle w:val="Text1-1"/>
      </w:pPr>
      <w:r w:rsidRPr="00E87509">
        <w:t>Jestliže smluvní strana označí za své obchodní tajemství část obsahu smlouvy, která v</w:t>
      </w:r>
      <w:r w:rsidR="008B2FF7">
        <w:t> </w:t>
      </w:r>
      <w:r w:rsidRPr="00E87509">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E87509">
        <w:lastRenderedPageBreak/>
        <w:t>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463B9A" w14:textId="77777777" w:rsidR="00D21E49" w:rsidRPr="00B70306" w:rsidRDefault="00D21E49" w:rsidP="00D21E49">
      <w:pPr>
        <w:pStyle w:val="Text1-1"/>
      </w:pPr>
      <w:r w:rsidRPr="000F3AA5">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D1137D4" w:rsidR="0032463E" w:rsidRDefault="0032463E" w:rsidP="0032463E">
      <w:pPr>
        <w:pStyle w:val="Textbezodsazen"/>
        <w:ind w:left="728"/>
      </w:pPr>
      <w:r>
        <w:t>Příloha č. 2:</w:t>
      </w:r>
      <w:r>
        <w:tab/>
        <w:t xml:space="preserve">Rozpis Ceny díla </w:t>
      </w:r>
      <w:r w:rsidR="009477C4" w:rsidRPr="003B4047">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355CB8" w:rsidRDefault="00355CB8" w:rsidP="00355CB8">
            <w:pPr>
              <w:spacing w:after="120" w:line="264" w:lineRule="auto"/>
              <w:jc w:val="both"/>
              <w:rPr>
                <w:rFonts w:ascii="Verdana" w:eastAsia="Verdana" w:hAnsi="Verdana" w:cs="Times New Roman"/>
                <w:sz w:val="18"/>
              </w:rPr>
            </w:pPr>
            <w:r w:rsidRPr="00355CB8">
              <w:rPr>
                <w:rFonts w:ascii="Verdana" w:eastAsia="Verdana" w:hAnsi="Verdana" w:cs="Times New Roman"/>
                <w:sz w:val="18"/>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355CB8"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Borders>
              <w:top w:val="none" w:sz="0" w:space="0" w:color="auto"/>
              <w:left w:val="none" w:sz="0" w:space="0" w:color="auto"/>
            </w:tcBorders>
            <w:shd w:val="clear" w:color="auto" w:fill="auto"/>
          </w:tcPr>
          <w:p w14:paraId="36A88C3A" w14:textId="77777777" w:rsidR="00355CB8" w:rsidRPr="00355CB8"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355CB8">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E2FF001" w14:textId="78317678" w:rsidR="007C0FC9" w:rsidRDefault="007C0FC9" w:rsidP="007C0FC9">
            <w:pPr>
              <w:spacing w:line="264" w:lineRule="auto"/>
              <w:jc w:val="both"/>
              <w:rPr>
                <w:rFonts w:ascii="Verdana" w:eastAsia="Verdana" w:hAnsi="Verdana" w:cs="Times New Roman"/>
                <w:sz w:val="18"/>
              </w:rPr>
            </w:pPr>
            <w:r w:rsidRPr="00AF1F07">
              <w:rPr>
                <w:rFonts w:ascii="Verdana" w:eastAsia="Verdana" w:hAnsi="Verdana" w:cs="Times New Roman"/>
                <w:i/>
                <w:sz w:val="18"/>
                <w:highlight w:val="yellow"/>
              </w:rPr>
              <w:t>(podepsáno elektronicky)</w:t>
            </w:r>
          </w:p>
          <w:p w14:paraId="46FEC7BC" w14:textId="77777777" w:rsidR="00355CB8" w:rsidRPr="00355CB8" w:rsidRDefault="00355CB8" w:rsidP="00355CB8">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155F73C2" w14:textId="1C9ACA23" w:rsidR="007C0FC9" w:rsidRDefault="007C0FC9" w:rsidP="007C0FC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AF1F07">
              <w:rPr>
                <w:rFonts w:ascii="Verdana" w:eastAsia="Verdana" w:hAnsi="Verdana" w:cs="Times New Roman"/>
                <w:i/>
                <w:sz w:val="18"/>
                <w:highlight w:val="yellow"/>
              </w:rPr>
              <w:t>(podepsáno elektronicky)</w:t>
            </w:r>
          </w:p>
          <w:p w14:paraId="621FC2E0"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355CB8">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77777777" w:rsidR="003E07CB" w:rsidRPr="00406CE9" w:rsidRDefault="00406CE9" w:rsidP="00406CE9">
      <w:pPr>
        <w:suppressAutoHyphens/>
        <w:spacing w:before="120"/>
        <w:jc w:val="both"/>
        <w:rPr>
          <w:rFonts w:ascii="Verdana" w:eastAsia="Verdana" w:hAnsi="Verdana" w:cs="Verdana"/>
        </w:rPr>
      </w:pPr>
      <w:r w:rsidRPr="007C0FC9">
        <w:rPr>
          <w:rFonts w:ascii="Verdana" w:eastAsia="Verdana" w:hAnsi="Verdana" w:cs="Verdana"/>
          <w:highlight w:val="yellow"/>
        </w:rPr>
        <w:t xml:space="preserve">Tato </w:t>
      </w:r>
      <w:r w:rsidR="00F26FD1" w:rsidRPr="007C0FC9">
        <w:rPr>
          <w:rFonts w:ascii="Verdana" w:eastAsia="Verdana" w:hAnsi="Verdana" w:cs="Verdana"/>
          <w:highlight w:val="yellow"/>
        </w:rPr>
        <w:t>smlouva</w:t>
      </w:r>
      <w:r w:rsidRPr="007C0FC9">
        <w:rPr>
          <w:rFonts w:ascii="Verdana" w:eastAsia="Verdana" w:hAnsi="Verdana" w:cs="Verdana"/>
          <w:highlight w:val="yellow"/>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181341C1" w:rsidR="00B61444" w:rsidRDefault="0032463E" w:rsidP="002F32A9">
      <w:pPr>
        <w:pStyle w:val="Textbezodsazen"/>
        <w:rPr>
          <w:b/>
          <w:bCs/>
        </w:rPr>
      </w:pPr>
      <w:r>
        <w:rPr>
          <w:b/>
          <w:bCs/>
        </w:rPr>
        <w:t xml:space="preserve">Rozpis Ceny díla </w:t>
      </w:r>
      <w:r w:rsidRPr="003B4047">
        <w:rPr>
          <w:b/>
          <w:bCs/>
        </w:rPr>
        <w:t>dle stavebních objektů</w:t>
      </w:r>
    </w:p>
    <w:p w14:paraId="35CE52D8" w14:textId="77777777" w:rsidR="002F32A9" w:rsidRDefault="002F32A9" w:rsidP="002F32A9">
      <w:pPr>
        <w:pStyle w:val="Textbezodsazen"/>
        <w:rPr>
          <w:b/>
          <w:bCs/>
        </w:rPr>
      </w:pPr>
    </w:p>
    <w:p w14:paraId="2975448E" w14:textId="77777777" w:rsidR="003B4047" w:rsidRPr="00E248E3" w:rsidRDefault="003B4047" w:rsidP="003B4047">
      <w:pPr>
        <w:pStyle w:val="Nadpisbezsl1-2"/>
        <w:rPr>
          <w:sz w:val="18"/>
        </w:rPr>
      </w:pPr>
      <w:r>
        <w:rPr>
          <w:sz w:val="18"/>
        </w:rPr>
        <w:t xml:space="preserve">SO 01 v </w:t>
      </w:r>
      <w:proofErr w:type="gramStart"/>
      <w:r w:rsidRPr="000E0F9E">
        <w:rPr>
          <w:sz w:val="18"/>
        </w:rPr>
        <w:t>km 2,786</w:t>
      </w:r>
      <w:proofErr w:type="gramEnd"/>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4CF6EC28"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2D3B489"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5EC1A10B"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54C0274"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00705B8"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787314B2"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71EDDAFC"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7346E026"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7CEA90D"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0E382E7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C5C584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1DB3D16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675DB1A"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263372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590E4FEE"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11218FB" w14:textId="77777777" w:rsidR="003B4047" w:rsidRPr="00074A77" w:rsidRDefault="003B4047" w:rsidP="006B18C6">
            <w:pPr>
              <w:pStyle w:val="Tabulka"/>
            </w:pPr>
            <w:r w:rsidRPr="00074A77">
              <w:t>2</w:t>
            </w:r>
          </w:p>
        </w:tc>
        <w:tc>
          <w:tcPr>
            <w:tcW w:w="3216" w:type="dxa"/>
            <w:tcBorders>
              <w:top w:val="single" w:sz="2" w:space="0" w:color="auto"/>
              <w:left w:val="single" w:sz="2" w:space="0" w:color="auto"/>
              <w:bottom w:val="single" w:sz="2" w:space="0" w:color="auto"/>
              <w:right w:val="single" w:sz="2" w:space="0" w:color="auto"/>
            </w:tcBorders>
            <w:hideMark/>
          </w:tcPr>
          <w:p w14:paraId="2E54FC5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0D62A248"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1BF85400"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0BB49C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C0AE55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3C194568"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51D3A86" w14:textId="77777777" w:rsidR="003B4047" w:rsidRPr="00074A77" w:rsidRDefault="003B4047" w:rsidP="006B18C6">
            <w:pPr>
              <w:pStyle w:val="Tabulka"/>
            </w:pPr>
            <w:r w:rsidRPr="00074A77">
              <w:t>3</w:t>
            </w:r>
          </w:p>
        </w:tc>
        <w:tc>
          <w:tcPr>
            <w:tcW w:w="3216" w:type="dxa"/>
            <w:tcBorders>
              <w:top w:val="single" w:sz="2" w:space="0" w:color="auto"/>
              <w:left w:val="single" w:sz="2" w:space="0" w:color="auto"/>
              <w:bottom w:val="single" w:sz="2" w:space="0" w:color="auto"/>
              <w:right w:val="single" w:sz="2" w:space="0" w:color="auto"/>
            </w:tcBorders>
            <w:hideMark/>
          </w:tcPr>
          <w:p w14:paraId="1D5AF11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4DF9AA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513BF0D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3929C6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A87F04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05891AEF"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88856B"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00731D2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B3265B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377503A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F1B2C9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08A526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B7D270D"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7DAF5B3"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2610BAA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Inženýrská činnost</w:t>
            </w:r>
            <w:r>
              <w:t xml:space="preserve"> </w:t>
            </w:r>
            <w:r w:rsidRPr="00DD41F8">
              <w:t>(včetně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AD6795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40FA713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2D6778A"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8B4CF2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14B66D81"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B4FE38D"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2D9A38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262CC3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340CB2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7BE25A1"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3593A370" w14:textId="77777777" w:rsidR="003B4047" w:rsidRDefault="003B4047" w:rsidP="003B4047">
      <w:pPr>
        <w:pStyle w:val="Nadpisbezsl1-2"/>
        <w:rPr>
          <w:rFonts w:asciiTheme="minorHAnsi" w:hAnsiTheme="minorHAnsi"/>
          <w:b w:val="0"/>
          <w:sz w:val="18"/>
        </w:rPr>
      </w:pPr>
    </w:p>
    <w:p w14:paraId="7BF1D4A7" w14:textId="77777777" w:rsidR="003B4047" w:rsidRPr="00E248E3" w:rsidRDefault="003B4047" w:rsidP="003B4047">
      <w:pPr>
        <w:pStyle w:val="Nadpisbezsl1-2"/>
        <w:rPr>
          <w:sz w:val="18"/>
        </w:rPr>
      </w:pPr>
      <w:r>
        <w:rPr>
          <w:sz w:val="18"/>
        </w:rPr>
        <w:t xml:space="preserve">SO 02 v </w:t>
      </w:r>
      <w:r w:rsidRPr="000E0F9E">
        <w:rPr>
          <w:sz w:val="18"/>
        </w:rPr>
        <w:t>km 7,008</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311C5339"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7780A20"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2329200E"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BBF75ED"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B1BF1D1"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7A18CE57"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24B0E3B5"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rsidRPr="00074A77" w14:paraId="1A748474"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B17B97"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01DF071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641F5F1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28F9A2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A19756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DB9C2D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5A13F832"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30A2186" w14:textId="77777777" w:rsidR="003B4047" w:rsidRPr="00074A77" w:rsidRDefault="003B4047" w:rsidP="006B18C6">
            <w:pPr>
              <w:pStyle w:val="Tabulka"/>
            </w:pPr>
            <w:r w:rsidRPr="00074A77">
              <w:t>2</w:t>
            </w:r>
          </w:p>
        </w:tc>
        <w:tc>
          <w:tcPr>
            <w:tcW w:w="3216" w:type="dxa"/>
            <w:tcBorders>
              <w:top w:val="single" w:sz="2" w:space="0" w:color="auto"/>
              <w:left w:val="single" w:sz="2" w:space="0" w:color="auto"/>
              <w:bottom w:val="single" w:sz="2" w:space="0" w:color="auto"/>
              <w:right w:val="single" w:sz="2" w:space="0" w:color="auto"/>
            </w:tcBorders>
            <w:hideMark/>
          </w:tcPr>
          <w:p w14:paraId="36B4BAD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4E6FB30D"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E34E35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E0391B2"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9F93FD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51F21D32"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257A1E" w14:textId="77777777" w:rsidR="003B4047" w:rsidRPr="00074A77" w:rsidRDefault="003B4047" w:rsidP="006B18C6">
            <w:pPr>
              <w:pStyle w:val="Tabulka"/>
            </w:pPr>
            <w:r w:rsidRPr="00074A77">
              <w:t>3</w:t>
            </w:r>
          </w:p>
        </w:tc>
        <w:tc>
          <w:tcPr>
            <w:tcW w:w="3216" w:type="dxa"/>
            <w:tcBorders>
              <w:top w:val="single" w:sz="2" w:space="0" w:color="auto"/>
              <w:left w:val="single" w:sz="2" w:space="0" w:color="auto"/>
              <w:bottom w:val="single" w:sz="2" w:space="0" w:color="auto"/>
              <w:right w:val="single" w:sz="2" w:space="0" w:color="auto"/>
            </w:tcBorders>
            <w:hideMark/>
          </w:tcPr>
          <w:p w14:paraId="77CAB69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6CB11E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77A7EF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166B95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E0AA4C"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4C6DC950"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056DD1B"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2F6D3BC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C9A715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1BFB1E14"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BDA854"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EF67CD"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0BA2DC57"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AD0D17D"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2801709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Inženýrská činnost</w:t>
            </w:r>
            <w:r>
              <w:t xml:space="preserve"> </w:t>
            </w:r>
            <w:r w:rsidRPr="00DD41F8">
              <w:t>(včetně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5A48417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10372E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C5CD700"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B0D9D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7EEB4C07"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1EB9C0C" w14:textId="77777777" w:rsidR="003B4047" w:rsidRPr="00074A77" w:rsidRDefault="003B4047" w:rsidP="006B18C6">
            <w:pPr>
              <w:pStyle w:val="Tabulka"/>
              <w:rPr>
                <w:b/>
              </w:rPr>
            </w:pPr>
            <w:r w:rsidRPr="00074A77">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6CE32C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F7FD66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65084BC"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A00E20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074A77">
              <w:rPr>
                <w:b/>
              </w:rPr>
              <w:t>xxx</w:t>
            </w:r>
            <w:proofErr w:type="spellEnd"/>
          </w:p>
        </w:tc>
      </w:tr>
    </w:tbl>
    <w:p w14:paraId="23D09890" w14:textId="77777777" w:rsidR="003B4047" w:rsidRPr="00074A77" w:rsidRDefault="003B4047" w:rsidP="003B4047">
      <w:pPr>
        <w:pStyle w:val="Nadpisbezsl1-2"/>
        <w:rPr>
          <w:rFonts w:asciiTheme="minorHAnsi" w:hAnsiTheme="minorHAnsi"/>
          <w:b w:val="0"/>
          <w:sz w:val="18"/>
        </w:rPr>
      </w:pPr>
    </w:p>
    <w:p w14:paraId="14799512" w14:textId="77777777" w:rsidR="003B4047" w:rsidRPr="00074A77" w:rsidRDefault="003B4047" w:rsidP="003B4047">
      <w:pPr>
        <w:pStyle w:val="Nadpisbezsl1-2"/>
        <w:rPr>
          <w:sz w:val="18"/>
        </w:rPr>
      </w:pPr>
      <w:r w:rsidRPr="00074A77">
        <w:rPr>
          <w:sz w:val="18"/>
        </w:rPr>
        <w:t>SO 03 v km 9,190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rsidRPr="00074A77" w14:paraId="0ABAD525"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7589554" w14:textId="77777777" w:rsidR="003B4047" w:rsidRPr="00074A77" w:rsidRDefault="003B4047" w:rsidP="006B18C6">
            <w:pPr>
              <w:pStyle w:val="Tabulka"/>
              <w:rPr>
                <w:rStyle w:val="Tun"/>
                <w:sz w:val="16"/>
                <w:szCs w:val="16"/>
              </w:rPr>
            </w:pPr>
            <w:r w:rsidRPr="00074A77">
              <w:rPr>
                <w:rStyle w:val="Tun"/>
                <w:sz w:val="16"/>
                <w:szCs w:val="16"/>
              </w:rPr>
              <w:t>Položka</w:t>
            </w:r>
          </w:p>
        </w:tc>
        <w:tc>
          <w:tcPr>
            <w:tcW w:w="3216" w:type="dxa"/>
            <w:hideMark/>
          </w:tcPr>
          <w:p w14:paraId="3C657D6D" w14:textId="77777777" w:rsidR="003B4047" w:rsidRPr="00074A7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4A77">
              <w:rPr>
                <w:rStyle w:val="Tun"/>
                <w:sz w:val="16"/>
                <w:szCs w:val="16"/>
              </w:rPr>
              <w:t>Popis</w:t>
            </w:r>
          </w:p>
        </w:tc>
        <w:tc>
          <w:tcPr>
            <w:tcW w:w="977" w:type="dxa"/>
            <w:hideMark/>
          </w:tcPr>
          <w:p w14:paraId="1C898422" w14:textId="77777777" w:rsidR="003B4047" w:rsidRPr="00074A7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4A77">
              <w:rPr>
                <w:rStyle w:val="Tun"/>
                <w:sz w:val="16"/>
                <w:szCs w:val="16"/>
              </w:rPr>
              <w:t>Měrná jednotka</w:t>
            </w:r>
          </w:p>
        </w:tc>
        <w:tc>
          <w:tcPr>
            <w:tcW w:w="1005" w:type="dxa"/>
            <w:hideMark/>
          </w:tcPr>
          <w:p w14:paraId="629ED568" w14:textId="77777777" w:rsidR="003B4047" w:rsidRPr="00074A7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4A77">
              <w:rPr>
                <w:rStyle w:val="Tun"/>
                <w:sz w:val="16"/>
                <w:szCs w:val="16"/>
              </w:rPr>
              <w:t>Množství *)</w:t>
            </w:r>
          </w:p>
        </w:tc>
        <w:tc>
          <w:tcPr>
            <w:tcW w:w="1293" w:type="dxa"/>
            <w:hideMark/>
          </w:tcPr>
          <w:p w14:paraId="026DD472" w14:textId="77777777" w:rsidR="003B4047" w:rsidRPr="00074A7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4A77">
              <w:rPr>
                <w:rStyle w:val="Tun"/>
                <w:sz w:val="16"/>
                <w:szCs w:val="16"/>
              </w:rPr>
              <w:t>Jednotková cena *)</w:t>
            </w:r>
          </w:p>
        </w:tc>
        <w:tc>
          <w:tcPr>
            <w:tcW w:w="1321" w:type="dxa"/>
            <w:hideMark/>
          </w:tcPr>
          <w:p w14:paraId="4A7BCED6" w14:textId="77777777" w:rsidR="003B4047" w:rsidRPr="00074A7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74A77">
              <w:rPr>
                <w:rStyle w:val="Tun"/>
                <w:sz w:val="16"/>
                <w:szCs w:val="16"/>
              </w:rPr>
              <w:t>Cena celkem *)</w:t>
            </w:r>
          </w:p>
        </w:tc>
      </w:tr>
      <w:tr w:rsidR="003B4047" w:rsidRPr="00074A77" w14:paraId="255CC5FB"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C8F980D"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6BC8F99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81D2CD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324F0DE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DD514D0"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28C2464"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5A8DE898"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23E3C1" w14:textId="77777777" w:rsidR="003B4047" w:rsidRPr="00074A77" w:rsidRDefault="003B4047" w:rsidP="006B18C6">
            <w:pPr>
              <w:pStyle w:val="Tabulka"/>
            </w:pPr>
            <w:r w:rsidRPr="00074A77">
              <w:t>2</w:t>
            </w:r>
          </w:p>
        </w:tc>
        <w:tc>
          <w:tcPr>
            <w:tcW w:w="3216" w:type="dxa"/>
            <w:tcBorders>
              <w:top w:val="single" w:sz="2" w:space="0" w:color="auto"/>
              <w:left w:val="single" w:sz="2" w:space="0" w:color="auto"/>
              <w:bottom w:val="single" w:sz="2" w:space="0" w:color="auto"/>
              <w:right w:val="single" w:sz="2" w:space="0" w:color="auto"/>
            </w:tcBorders>
            <w:hideMark/>
          </w:tcPr>
          <w:p w14:paraId="42E55E72"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746514A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4D6315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82EEAF0"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AF7ABFE"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0F53B729"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20E756" w14:textId="77777777" w:rsidR="003B4047" w:rsidRPr="00074A77" w:rsidRDefault="003B4047" w:rsidP="006B18C6">
            <w:pPr>
              <w:pStyle w:val="Tabulka"/>
            </w:pPr>
            <w:r w:rsidRPr="00074A77">
              <w:t>3</w:t>
            </w:r>
          </w:p>
        </w:tc>
        <w:tc>
          <w:tcPr>
            <w:tcW w:w="3216" w:type="dxa"/>
            <w:tcBorders>
              <w:top w:val="single" w:sz="2" w:space="0" w:color="auto"/>
              <w:left w:val="single" w:sz="2" w:space="0" w:color="auto"/>
              <w:bottom w:val="single" w:sz="2" w:space="0" w:color="auto"/>
              <w:right w:val="single" w:sz="2" w:space="0" w:color="auto"/>
            </w:tcBorders>
            <w:hideMark/>
          </w:tcPr>
          <w:p w14:paraId="3657991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99192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1674C3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2E4437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9FCB90C"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rsidRPr="00074A77" w14:paraId="3BF475E0"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9A66368"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1F40598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2B6AA12"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34A71FD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A7DA13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09EECF0"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45192EBE"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5ADF2E"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3530A228"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Inženýrská činnost</w:t>
            </w:r>
            <w:r>
              <w:t xml:space="preserve"> </w:t>
            </w:r>
            <w:r w:rsidRPr="00DD41F8">
              <w:t>(včetně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25C9A61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43F54D6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4A6E66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1E18E3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7812E213"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222FE4C"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382A13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56ED11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758DFC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78D0557"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0777DC55" w14:textId="77777777" w:rsidR="003B4047" w:rsidRDefault="003B4047" w:rsidP="003B4047">
      <w:pPr>
        <w:pStyle w:val="Nadpisbezsl1-2"/>
        <w:rPr>
          <w:rFonts w:asciiTheme="minorHAnsi" w:hAnsiTheme="minorHAnsi"/>
          <w:b w:val="0"/>
          <w:sz w:val="18"/>
        </w:rPr>
      </w:pPr>
    </w:p>
    <w:p w14:paraId="1C4C4BDF" w14:textId="77777777" w:rsidR="003B4047" w:rsidRDefault="003B4047" w:rsidP="003B4047">
      <w:pPr>
        <w:pStyle w:val="Nadpisbezsl1-2"/>
        <w:rPr>
          <w:sz w:val="18"/>
        </w:rPr>
      </w:pPr>
    </w:p>
    <w:p w14:paraId="36077D2F" w14:textId="77777777" w:rsidR="003B4047" w:rsidRDefault="003B4047" w:rsidP="003B4047">
      <w:pPr>
        <w:pStyle w:val="Nadpisbezsl1-2"/>
        <w:rPr>
          <w:sz w:val="18"/>
        </w:rPr>
      </w:pPr>
    </w:p>
    <w:p w14:paraId="585A3F60" w14:textId="77777777" w:rsidR="003B4047" w:rsidRDefault="003B4047" w:rsidP="003B4047">
      <w:pPr>
        <w:pStyle w:val="Nadpisbezsl1-2"/>
        <w:rPr>
          <w:sz w:val="18"/>
        </w:rPr>
      </w:pPr>
    </w:p>
    <w:p w14:paraId="193E34C6" w14:textId="77777777" w:rsidR="003B4047" w:rsidRDefault="003B4047" w:rsidP="003B4047">
      <w:pPr>
        <w:pStyle w:val="Nadpisbezsl1-2"/>
        <w:rPr>
          <w:sz w:val="18"/>
        </w:rPr>
      </w:pPr>
    </w:p>
    <w:p w14:paraId="027B3CD1" w14:textId="77777777" w:rsidR="003B4047" w:rsidRDefault="003B4047" w:rsidP="003B4047">
      <w:pPr>
        <w:pStyle w:val="Nadpisbezsl1-2"/>
        <w:rPr>
          <w:sz w:val="18"/>
        </w:rPr>
      </w:pPr>
    </w:p>
    <w:p w14:paraId="4CD8C9D5" w14:textId="77777777" w:rsidR="003B4047" w:rsidRDefault="003B4047" w:rsidP="003B4047">
      <w:pPr>
        <w:pStyle w:val="Nadpisbezsl1-2"/>
        <w:rPr>
          <w:sz w:val="18"/>
        </w:rPr>
      </w:pPr>
    </w:p>
    <w:p w14:paraId="33C3DB28" w14:textId="77777777" w:rsidR="003B4047" w:rsidRPr="00E248E3" w:rsidRDefault="003B4047" w:rsidP="003B4047">
      <w:pPr>
        <w:pStyle w:val="Nadpisbezsl1-2"/>
        <w:rPr>
          <w:sz w:val="18"/>
        </w:rPr>
      </w:pPr>
      <w:r>
        <w:rPr>
          <w:sz w:val="18"/>
        </w:rPr>
        <w:t>SO 04 v </w:t>
      </w:r>
      <w:proofErr w:type="gramStart"/>
      <w:r>
        <w:rPr>
          <w:sz w:val="18"/>
        </w:rPr>
        <w:t xml:space="preserve">km </w:t>
      </w:r>
      <w:r w:rsidRPr="000E0F9E">
        <w:rPr>
          <w:sz w:val="18"/>
        </w:rPr>
        <w:t>3,209</w:t>
      </w:r>
      <w:proofErr w:type="gramEnd"/>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0361D2C8"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BBB51CA"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5C3D9E6E"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2F3B91A"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B10FDCE"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75E575C4"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7EE3C74D"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365EAFB7"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DFF53B"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5CCFC993"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A74F0E2"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349D7D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2E9D60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FC4A79A"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4A2A2F85"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987C131" w14:textId="77777777" w:rsidR="003B4047" w:rsidRPr="00074A77" w:rsidRDefault="003B4047" w:rsidP="006B18C6">
            <w:pPr>
              <w:pStyle w:val="Tabulka"/>
            </w:pPr>
            <w:r w:rsidRPr="00074A77">
              <w:t>2</w:t>
            </w:r>
          </w:p>
        </w:tc>
        <w:tc>
          <w:tcPr>
            <w:tcW w:w="3216" w:type="dxa"/>
            <w:tcBorders>
              <w:top w:val="single" w:sz="2" w:space="0" w:color="auto"/>
              <w:left w:val="single" w:sz="2" w:space="0" w:color="auto"/>
              <w:bottom w:val="single" w:sz="2" w:space="0" w:color="auto"/>
              <w:right w:val="single" w:sz="2" w:space="0" w:color="auto"/>
            </w:tcBorders>
            <w:hideMark/>
          </w:tcPr>
          <w:p w14:paraId="180B5A1B"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068C8778"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5835A8E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D9DD3D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AD4360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5212D38E"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6DCDE4" w14:textId="77777777" w:rsidR="003B4047" w:rsidRPr="00074A77" w:rsidRDefault="003B4047" w:rsidP="006B18C6">
            <w:pPr>
              <w:pStyle w:val="Tabulka"/>
            </w:pPr>
            <w:r w:rsidRPr="00074A77">
              <w:t>3</w:t>
            </w:r>
          </w:p>
        </w:tc>
        <w:tc>
          <w:tcPr>
            <w:tcW w:w="3216" w:type="dxa"/>
            <w:tcBorders>
              <w:top w:val="single" w:sz="2" w:space="0" w:color="auto"/>
              <w:left w:val="single" w:sz="2" w:space="0" w:color="auto"/>
              <w:bottom w:val="single" w:sz="2" w:space="0" w:color="auto"/>
              <w:right w:val="single" w:sz="2" w:space="0" w:color="auto"/>
            </w:tcBorders>
            <w:hideMark/>
          </w:tcPr>
          <w:p w14:paraId="42809618"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A0AF0A2"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70BE4F7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FFC6A0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17CF6B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6EE6A1EE"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74AC414"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4A5116C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3E365CD"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5C521F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6B4FF4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8B2655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02A38FB"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0DF13E2"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290A98A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168EE01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0237864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7274D4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9CC5D7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38A15FF4"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ED8C91B"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DA7D51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AA5D93A"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78B36B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2BE4672"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21EAD3A2" w14:textId="77777777" w:rsidR="003B4047" w:rsidRDefault="003B4047" w:rsidP="003B4047">
      <w:pPr>
        <w:pStyle w:val="Nadpisbezsl1-2"/>
        <w:rPr>
          <w:sz w:val="18"/>
        </w:rPr>
      </w:pPr>
    </w:p>
    <w:p w14:paraId="48C5A5F9" w14:textId="77777777" w:rsidR="003B4047" w:rsidRPr="00E248E3" w:rsidRDefault="003B4047" w:rsidP="003B4047">
      <w:pPr>
        <w:pStyle w:val="Nadpisbezsl1-2"/>
        <w:rPr>
          <w:sz w:val="18"/>
        </w:rPr>
      </w:pPr>
      <w:r>
        <w:rPr>
          <w:sz w:val="18"/>
        </w:rPr>
        <w:t xml:space="preserve">SO 05 v km </w:t>
      </w:r>
      <w:r w:rsidRPr="000E0F9E">
        <w:rPr>
          <w:sz w:val="18"/>
        </w:rPr>
        <w:t>4,614</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1ABB3688"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17D1D2B"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17D4E10D"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CCA6ED0"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5D09F927"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62A833F8"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69DE9306"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4D849EC5"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B27C1B8"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5F3F802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224C0AC"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7700522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25CDA4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F2E47C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1EC44830"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CBC09B" w14:textId="77777777" w:rsidR="003B4047" w:rsidRPr="00074A77" w:rsidRDefault="003B4047" w:rsidP="006B18C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6AA900B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708DDAAD"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0D0B096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B744CE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7B7BC6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2E4ADB6"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1221D1" w14:textId="77777777" w:rsidR="003B4047" w:rsidRPr="00074A77" w:rsidRDefault="003B4047" w:rsidP="006B18C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31A83A9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DDCDA2C"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3CAA949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714219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A58FCB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4117F4DF"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9E8EACC"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3784591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B5BB8E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38D14A10"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013210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8E7D661"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62FF876A"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19DA3D"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2DD63E16"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0F18A95D"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4026005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CE711B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79FA81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34B67B00"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FFAD548"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54D51AF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E77B66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19DEE0E"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2C257FE"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57996CAA" w14:textId="77777777" w:rsidR="003B4047" w:rsidRDefault="003B4047" w:rsidP="003B4047">
      <w:pPr>
        <w:pStyle w:val="Nadpisbezsl1-2"/>
        <w:rPr>
          <w:sz w:val="18"/>
        </w:rPr>
      </w:pPr>
    </w:p>
    <w:p w14:paraId="33EAA268" w14:textId="77777777" w:rsidR="003B4047" w:rsidRPr="00E248E3" w:rsidRDefault="003B4047" w:rsidP="003B4047">
      <w:pPr>
        <w:pStyle w:val="Nadpisbezsl1-2"/>
        <w:rPr>
          <w:sz w:val="18"/>
        </w:rPr>
      </w:pPr>
      <w:r>
        <w:rPr>
          <w:sz w:val="18"/>
        </w:rPr>
        <w:t xml:space="preserve">SO 06 v km </w:t>
      </w:r>
      <w:r w:rsidRPr="000E0F9E">
        <w:rPr>
          <w:sz w:val="18"/>
        </w:rPr>
        <w:t>4,872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645F9786"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B6531CB"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04341390"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CDF347B"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9ED4339"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1E38DB2B"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63CC509"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37E0FE75"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44E4CB" w14:textId="77777777" w:rsidR="003B4047" w:rsidRPr="00074A77" w:rsidRDefault="003B4047" w:rsidP="006B18C6">
            <w:pPr>
              <w:pStyle w:val="Tabulka"/>
            </w:pPr>
            <w:r w:rsidRPr="00074A77">
              <w:t>1</w:t>
            </w:r>
          </w:p>
        </w:tc>
        <w:tc>
          <w:tcPr>
            <w:tcW w:w="3216" w:type="dxa"/>
            <w:tcBorders>
              <w:top w:val="single" w:sz="2" w:space="0" w:color="auto"/>
              <w:left w:val="single" w:sz="2" w:space="0" w:color="auto"/>
              <w:bottom w:val="single" w:sz="2" w:space="0" w:color="auto"/>
              <w:right w:val="single" w:sz="2" w:space="0" w:color="auto"/>
            </w:tcBorders>
            <w:hideMark/>
          </w:tcPr>
          <w:p w14:paraId="680A15E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65F78780"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4161D01"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F63919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D5531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522D48B8"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D8EA053" w14:textId="77777777" w:rsidR="003B4047" w:rsidRPr="00074A77" w:rsidRDefault="003B4047" w:rsidP="006B18C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73A9777A"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Textové zprávy</w:t>
            </w:r>
          </w:p>
        </w:tc>
        <w:tc>
          <w:tcPr>
            <w:tcW w:w="977" w:type="dxa"/>
            <w:tcBorders>
              <w:top w:val="single" w:sz="2" w:space="0" w:color="auto"/>
              <w:left w:val="single" w:sz="2" w:space="0" w:color="auto"/>
              <w:bottom w:val="single" w:sz="2" w:space="0" w:color="auto"/>
              <w:right w:val="single" w:sz="2" w:space="0" w:color="auto"/>
            </w:tcBorders>
            <w:hideMark/>
          </w:tcPr>
          <w:p w14:paraId="47596FAB"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4D1DBFC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952E1CE"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BAD4B4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602CACA7"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E4B8C98" w14:textId="77777777" w:rsidR="003B4047" w:rsidRPr="00074A77" w:rsidRDefault="003B4047" w:rsidP="006B18C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235D5D3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FCDD115"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5DB051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603EB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D52E51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48BFF339"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E86D11" w14:textId="77777777" w:rsidR="003B4047" w:rsidRPr="00074A77"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6BACFC51"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65892C7"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6F03D71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15FCF20"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399A79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7D9CE2B5"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6E2B810" w14:textId="77777777" w:rsidR="003B4047" w:rsidRPr="00074A77"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42BBF5EF"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3FD6AD89" w14:textId="77777777" w:rsidR="003B4047" w:rsidRPr="00074A77"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074A77">
              <w:t>hod</w:t>
            </w:r>
          </w:p>
        </w:tc>
        <w:tc>
          <w:tcPr>
            <w:tcW w:w="1005" w:type="dxa"/>
            <w:tcBorders>
              <w:top w:val="single" w:sz="2" w:space="0" w:color="auto"/>
              <w:left w:val="single" w:sz="2" w:space="0" w:color="auto"/>
              <w:bottom w:val="single" w:sz="2" w:space="0" w:color="auto"/>
              <w:right w:val="single" w:sz="2" w:space="0" w:color="auto"/>
            </w:tcBorders>
          </w:tcPr>
          <w:p w14:paraId="29CC473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CD42E9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0D3AFE"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7AC36DDD"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6B2420D"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F9CAFC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9107B4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857055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D741E83"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365AB52A" w14:textId="77777777" w:rsidR="003B4047" w:rsidRDefault="003B4047" w:rsidP="003B4047">
      <w:pPr>
        <w:pStyle w:val="Nadpisbezsl1-2"/>
        <w:rPr>
          <w:rFonts w:asciiTheme="minorHAnsi" w:hAnsiTheme="minorHAnsi"/>
          <w:b w:val="0"/>
          <w:sz w:val="18"/>
        </w:rPr>
      </w:pPr>
    </w:p>
    <w:p w14:paraId="50E4EC17" w14:textId="77777777" w:rsidR="003B4047" w:rsidRPr="00E248E3" w:rsidRDefault="003B4047" w:rsidP="003B4047">
      <w:pPr>
        <w:pStyle w:val="Nadpisbezsl1-2"/>
        <w:rPr>
          <w:sz w:val="18"/>
        </w:rPr>
      </w:pPr>
      <w:r>
        <w:rPr>
          <w:sz w:val="18"/>
        </w:rPr>
        <w:t xml:space="preserve">SO 07 v km </w:t>
      </w:r>
      <w:r w:rsidRPr="000E0F9E">
        <w:rPr>
          <w:sz w:val="18"/>
        </w:rPr>
        <w:t>5,189</w:t>
      </w:r>
      <w:r>
        <w:rPr>
          <w:sz w:val="18"/>
        </w:rPr>
        <w:t xml:space="preserve">   </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2C0BF5E1"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9421468"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7715C2C1"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8DD5263"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DAE6592"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267B886D"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6C2D9722"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39236AFB"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1E47C66" w14:textId="77777777" w:rsidR="003B4047" w:rsidRPr="00DD41F8" w:rsidRDefault="003B4047" w:rsidP="006B18C6">
            <w:pPr>
              <w:pStyle w:val="Tabulka"/>
            </w:pPr>
            <w:r w:rsidRPr="00DD41F8">
              <w:t>1</w:t>
            </w:r>
          </w:p>
        </w:tc>
        <w:tc>
          <w:tcPr>
            <w:tcW w:w="3216" w:type="dxa"/>
            <w:tcBorders>
              <w:top w:val="single" w:sz="2" w:space="0" w:color="auto"/>
              <w:left w:val="single" w:sz="2" w:space="0" w:color="auto"/>
              <w:bottom w:val="single" w:sz="2" w:space="0" w:color="auto"/>
              <w:right w:val="single" w:sz="2" w:space="0" w:color="auto"/>
            </w:tcBorders>
            <w:hideMark/>
          </w:tcPr>
          <w:p w14:paraId="15852FB9"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1847771"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hod</w:t>
            </w:r>
          </w:p>
        </w:tc>
        <w:tc>
          <w:tcPr>
            <w:tcW w:w="1005" w:type="dxa"/>
            <w:tcBorders>
              <w:top w:val="single" w:sz="2" w:space="0" w:color="auto"/>
              <w:left w:val="single" w:sz="2" w:space="0" w:color="auto"/>
              <w:bottom w:val="single" w:sz="2" w:space="0" w:color="auto"/>
              <w:right w:val="single" w:sz="2" w:space="0" w:color="auto"/>
            </w:tcBorders>
          </w:tcPr>
          <w:p w14:paraId="41E6FC7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570804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7F6FBB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3DE32D82"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CBEE4F" w14:textId="77777777" w:rsidR="003B4047" w:rsidRPr="00DD41F8" w:rsidRDefault="003B4047" w:rsidP="006B18C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10821F59"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Textové zprávy</w:t>
            </w:r>
          </w:p>
        </w:tc>
        <w:tc>
          <w:tcPr>
            <w:tcW w:w="977" w:type="dxa"/>
            <w:tcBorders>
              <w:top w:val="single" w:sz="2" w:space="0" w:color="auto"/>
              <w:left w:val="single" w:sz="2" w:space="0" w:color="auto"/>
              <w:bottom w:val="single" w:sz="2" w:space="0" w:color="auto"/>
              <w:right w:val="single" w:sz="2" w:space="0" w:color="auto"/>
            </w:tcBorders>
            <w:hideMark/>
          </w:tcPr>
          <w:p w14:paraId="6AF95A38"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hod</w:t>
            </w:r>
          </w:p>
        </w:tc>
        <w:tc>
          <w:tcPr>
            <w:tcW w:w="1005" w:type="dxa"/>
            <w:tcBorders>
              <w:top w:val="single" w:sz="2" w:space="0" w:color="auto"/>
              <w:left w:val="single" w:sz="2" w:space="0" w:color="auto"/>
              <w:bottom w:val="single" w:sz="2" w:space="0" w:color="auto"/>
              <w:right w:val="single" w:sz="2" w:space="0" w:color="auto"/>
            </w:tcBorders>
          </w:tcPr>
          <w:p w14:paraId="7B06FBB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5F3B8E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20967E3"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F654E81"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5596FD" w14:textId="77777777" w:rsidR="003B4047" w:rsidRPr="00DD41F8" w:rsidRDefault="003B4047" w:rsidP="006B18C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218E52AF"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C06D731"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hod</w:t>
            </w:r>
          </w:p>
        </w:tc>
        <w:tc>
          <w:tcPr>
            <w:tcW w:w="1005" w:type="dxa"/>
            <w:tcBorders>
              <w:top w:val="single" w:sz="2" w:space="0" w:color="auto"/>
              <w:left w:val="single" w:sz="2" w:space="0" w:color="auto"/>
              <w:bottom w:val="single" w:sz="2" w:space="0" w:color="auto"/>
              <w:right w:val="single" w:sz="2" w:space="0" w:color="auto"/>
            </w:tcBorders>
          </w:tcPr>
          <w:p w14:paraId="5D7A67EA"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BF15240"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3ED3DB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5DA9CB1C"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C81671B" w14:textId="77777777" w:rsidR="003B4047" w:rsidRPr="00DD41F8"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6B5D5225"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6253F63"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hod</w:t>
            </w:r>
          </w:p>
        </w:tc>
        <w:tc>
          <w:tcPr>
            <w:tcW w:w="1005" w:type="dxa"/>
            <w:tcBorders>
              <w:top w:val="single" w:sz="2" w:space="0" w:color="auto"/>
              <w:left w:val="single" w:sz="2" w:space="0" w:color="auto"/>
              <w:bottom w:val="single" w:sz="2" w:space="0" w:color="auto"/>
              <w:right w:val="single" w:sz="2" w:space="0" w:color="auto"/>
            </w:tcBorders>
          </w:tcPr>
          <w:p w14:paraId="0DFDB32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8CF82B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BD67741"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71167458"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E1CA7C" w14:textId="77777777" w:rsidR="003B4047" w:rsidRPr="00DD41F8"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5221E4AB"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794E43FE" w14:textId="77777777" w:rsidR="003B4047" w:rsidRPr="00DD41F8"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DD41F8">
              <w:t>hod</w:t>
            </w:r>
          </w:p>
        </w:tc>
        <w:tc>
          <w:tcPr>
            <w:tcW w:w="1005" w:type="dxa"/>
            <w:tcBorders>
              <w:top w:val="single" w:sz="2" w:space="0" w:color="auto"/>
              <w:left w:val="single" w:sz="2" w:space="0" w:color="auto"/>
              <w:bottom w:val="single" w:sz="2" w:space="0" w:color="auto"/>
              <w:right w:val="single" w:sz="2" w:space="0" w:color="auto"/>
            </w:tcBorders>
          </w:tcPr>
          <w:p w14:paraId="4A93593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1D35DA4"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4BC264E"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1F8888FE"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57A5779"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17A680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FF6327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2FB734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3820F0F"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53FC4A3E" w14:textId="77777777" w:rsidR="003B4047" w:rsidRDefault="003B4047" w:rsidP="003B4047">
      <w:pPr>
        <w:pStyle w:val="Nadpisbezsl1-2"/>
        <w:rPr>
          <w:sz w:val="18"/>
        </w:rPr>
      </w:pPr>
    </w:p>
    <w:p w14:paraId="10B921CA" w14:textId="77777777" w:rsidR="003B4047" w:rsidRDefault="003B4047" w:rsidP="003B4047">
      <w:pPr>
        <w:pStyle w:val="Nadpisbezsl1-2"/>
        <w:rPr>
          <w:sz w:val="18"/>
        </w:rPr>
      </w:pPr>
    </w:p>
    <w:p w14:paraId="29520020" w14:textId="77777777" w:rsidR="003B4047" w:rsidRPr="00E248E3" w:rsidRDefault="003B4047" w:rsidP="003B4047">
      <w:pPr>
        <w:pStyle w:val="Nadpisbezsl1-2"/>
        <w:rPr>
          <w:sz w:val="18"/>
        </w:rPr>
      </w:pPr>
      <w:r>
        <w:rPr>
          <w:sz w:val="18"/>
        </w:rPr>
        <w:t xml:space="preserve">SO 08 v km </w:t>
      </w:r>
      <w:r w:rsidRPr="000E0F9E">
        <w:rPr>
          <w:sz w:val="18"/>
        </w:rPr>
        <w:t>8,751</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3B4047" w14:paraId="5DEBC6EB"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9DB98E0" w14:textId="77777777" w:rsidR="003B4047" w:rsidRDefault="003B4047" w:rsidP="006B18C6">
            <w:pPr>
              <w:pStyle w:val="Tabulka"/>
              <w:rPr>
                <w:rStyle w:val="Tun"/>
                <w:sz w:val="16"/>
                <w:szCs w:val="16"/>
              </w:rPr>
            </w:pPr>
            <w:r>
              <w:rPr>
                <w:rStyle w:val="Tun"/>
                <w:sz w:val="16"/>
                <w:szCs w:val="16"/>
              </w:rPr>
              <w:t>Položka</w:t>
            </w:r>
          </w:p>
        </w:tc>
        <w:tc>
          <w:tcPr>
            <w:tcW w:w="3216" w:type="dxa"/>
            <w:hideMark/>
          </w:tcPr>
          <w:p w14:paraId="0884ADA2" w14:textId="77777777" w:rsidR="003B4047"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6505D4AD"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BBCCCDC"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50BEFDD"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35FD9FE4" w14:textId="77777777" w:rsidR="003B4047" w:rsidRPr="00C27799" w:rsidRDefault="003B4047" w:rsidP="006B18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3B4047" w14:paraId="1AC89234"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93AFE16" w14:textId="77777777" w:rsidR="003B4047" w:rsidRPr="00A73160" w:rsidRDefault="003B4047" w:rsidP="006B18C6">
            <w:pPr>
              <w:pStyle w:val="Tabulka"/>
            </w:pPr>
            <w:r w:rsidRPr="00A73160">
              <w:t>1</w:t>
            </w:r>
          </w:p>
        </w:tc>
        <w:tc>
          <w:tcPr>
            <w:tcW w:w="3216" w:type="dxa"/>
            <w:tcBorders>
              <w:top w:val="single" w:sz="2" w:space="0" w:color="auto"/>
              <w:left w:val="single" w:sz="2" w:space="0" w:color="auto"/>
              <w:bottom w:val="single" w:sz="2" w:space="0" w:color="auto"/>
              <w:right w:val="single" w:sz="2" w:space="0" w:color="auto"/>
            </w:tcBorders>
            <w:hideMark/>
          </w:tcPr>
          <w:p w14:paraId="27326E3B"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4BB97E9"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hod</w:t>
            </w:r>
          </w:p>
        </w:tc>
        <w:tc>
          <w:tcPr>
            <w:tcW w:w="1005" w:type="dxa"/>
            <w:tcBorders>
              <w:top w:val="single" w:sz="2" w:space="0" w:color="auto"/>
              <w:left w:val="single" w:sz="2" w:space="0" w:color="auto"/>
              <w:bottom w:val="single" w:sz="2" w:space="0" w:color="auto"/>
              <w:right w:val="single" w:sz="2" w:space="0" w:color="auto"/>
            </w:tcBorders>
          </w:tcPr>
          <w:p w14:paraId="3BBFB49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480C540"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1BF66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35B485C"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B9DA4FE" w14:textId="77777777" w:rsidR="003B4047" w:rsidRPr="00A73160" w:rsidRDefault="003B4047" w:rsidP="006B18C6">
            <w:pPr>
              <w:pStyle w:val="Tabulka"/>
            </w:pPr>
            <w:r w:rsidRPr="00A73160">
              <w:t>2</w:t>
            </w:r>
          </w:p>
        </w:tc>
        <w:tc>
          <w:tcPr>
            <w:tcW w:w="3216" w:type="dxa"/>
            <w:tcBorders>
              <w:top w:val="single" w:sz="2" w:space="0" w:color="auto"/>
              <w:left w:val="single" w:sz="2" w:space="0" w:color="auto"/>
              <w:bottom w:val="single" w:sz="2" w:space="0" w:color="auto"/>
              <w:right w:val="single" w:sz="2" w:space="0" w:color="auto"/>
            </w:tcBorders>
            <w:hideMark/>
          </w:tcPr>
          <w:p w14:paraId="09CF5E6C"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Textové zprávy</w:t>
            </w:r>
          </w:p>
        </w:tc>
        <w:tc>
          <w:tcPr>
            <w:tcW w:w="977" w:type="dxa"/>
            <w:tcBorders>
              <w:top w:val="single" w:sz="2" w:space="0" w:color="auto"/>
              <w:left w:val="single" w:sz="2" w:space="0" w:color="auto"/>
              <w:bottom w:val="single" w:sz="2" w:space="0" w:color="auto"/>
              <w:right w:val="single" w:sz="2" w:space="0" w:color="auto"/>
            </w:tcBorders>
            <w:hideMark/>
          </w:tcPr>
          <w:p w14:paraId="736606E9"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hod</w:t>
            </w:r>
          </w:p>
        </w:tc>
        <w:tc>
          <w:tcPr>
            <w:tcW w:w="1005" w:type="dxa"/>
            <w:tcBorders>
              <w:top w:val="single" w:sz="2" w:space="0" w:color="auto"/>
              <w:left w:val="single" w:sz="2" w:space="0" w:color="auto"/>
              <w:bottom w:val="single" w:sz="2" w:space="0" w:color="auto"/>
              <w:right w:val="single" w:sz="2" w:space="0" w:color="auto"/>
            </w:tcBorders>
          </w:tcPr>
          <w:p w14:paraId="2C2402E5"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C8FD48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4D9D20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21926236"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FF3C7E3" w14:textId="77777777" w:rsidR="003B4047" w:rsidRPr="00A73160" w:rsidRDefault="003B4047" w:rsidP="006B18C6">
            <w:pPr>
              <w:pStyle w:val="Tabulka"/>
            </w:pPr>
            <w:r w:rsidRPr="00A73160">
              <w:t>3</w:t>
            </w:r>
          </w:p>
        </w:tc>
        <w:tc>
          <w:tcPr>
            <w:tcW w:w="3216" w:type="dxa"/>
            <w:tcBorders>
              <w:top w:val="single" w:sz="2" w:space="0" w:color="auto"/>
              <w:left w:val="single" w:sz="2" w:space="0" w:color="auto"/>
              <w:bottom w:val="single" w:sz="2" w:space="0" w:color="auto"/>
              <w:right w:val="single" w:sz="2" w:space="0" w:color="auto"/>
            </w:tcBorders>
            <w:hideMark/>
          </w:tcPr>
          <w:p w14:paraId="464840D5"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CEBFE79"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hod</w:t>
            </w:r>
          </w:p>
        </w:tc>
        <w:tc>
          <w:tcPr>
            <w:tcW w:w="1005" w:type="dxa"/>
            <w:tcBorders>
              <w:top w:val="single" w:sz="2" w:space="0" w:color="auto"/>
              <w:left w:val="single" w:sz="2" w:space="0" w:color="auto"/>
              <w:bottom w:val="single" w:sz="2" w:space="0" w:color="auto"/>
              <w:right w:val="single" w:sz="2" w:space="0" w:color="auto"/>
            </w:tcBorders>
          </w:tcPr>
          <w:p w14:paraId="648E52A7"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305C3A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F30E37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6AF88FC7"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CE6446" w14:textId="77777777" w:rsidR="003B4047" w:rsidRPr="00A73160" w:rsidRDefault="003B4047" w:rsidP="006B18C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13E97CD1"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F6617EB"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hod</w:t>
            </w:r>
          </w:p>
        </w:tc>
        <w:tc>
          <w:tcPr>
            <w:tcW w:w="1005" w:type="dxa"/>
            <w:tcBorders>
              <w:top w:val="single" w:sz="2" w:space="0" w:color="auto"/>
              <w:left w:val="single" w:sz="2" w:space="0" w:color="auto"/>
              <w:bottom w:val="single" w:sz="2" w:space="0" w:color="auto"/>
              <w:right w:val="single" w:sz="2" w:space="0" w:color="auto"/>
            </w:tcBorders>
          </w:tcPr>
          <w:p w14:paraId="0AB082D8"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0983E4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B9B2C1F"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03024122" w14:textId="77777777" w:rsidTr="006B18C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CB0C26C" w14:textId="77777777" w:rsidR="003B4047" w:rsidRPr="00A73160" w:rsidRDefault="003B4047" w:rsidP="006B18C6">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41F9044"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49EE2AD0" w14:textId="77777777" w:rsidR="003B4047" w:rsidRPr="00A73160" w:rsidRDefault="003B4047" w:rsidP="006B18C6">
            <w:pPr>
              <w:pStyle w:val="Tabulka"/>
              <w:cnfStyle w:val="000000000000" w:firstRow="0" w:lastRow="0" w:firstColumn="0" w:lastColumn="0" w:oddVBand="0" w:evenVBand="0" w:oddHBand="0" w:evenHBand="0" w:firstRowFirstColumn="0" w:firstRowLastColumn="0" w:lastRowFirstColumn="0" w:lastRowLastColumn="0"/>
            </w:pPr>
            <w:r w:rsidRPr="00A73160">
              <w:t>hod</w:t>
            </w:r>
          </w:p>
        </w:tc>
        <w:tc>
          <w:tcPr>
            <w:tcW w:w="1005" w:type="dxa"/>
            <w:tcBorders>
              <w:top w:val="single" w:sz="2" w:space="0" w:color="auto"/>
              <w:left w:val="single" w:sz="2" w:space="0" w:color="auto"/>
              <w:bottom w:val="single" w:sz="2" w:space="0" w:color="auto"/>
              <w:right w:val="single" w:sz="2" w:space="0" w:color="auto"/>
            </w:tcBorders>
          </w:tcPr>
          <w:p w14:paraId="50ED4A8C"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51C6A9"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E3F0726"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r>
      <w:tr w:rsidR="003B4047" w14:paraId="46CBDD3F" w14:textId="77777777" w:rsidTr="006B18C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8896070" w14:textId="77777777" w:rsidR="003B4047" w:rsidRPr="00540C69" w:rsidRDefault="003B4047" w:rsidP="006B18C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9456D2D"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77A2292"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38CED5B" w14:textId="77777777" w:rsidR="003B4047" w:rsidRDefault="003B4047" w:rsidP="006B18C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107A81A2" w14:textId="77777777" w:rsidR="003B4047" w:rsidRPr="00117275" w:rsidRDefault="003B4047" w:rsidP="006B18C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16F4BF52" w14:textId="6F6E1ECB" w:rsidR="0032463E" w:rsidRDefault="0032463E" w:rsidP="00B61444">
      <w:pPr>
        <w:pStyle w:val="Textbezslovn"/>
        <w:ind w:left="142"/>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43EEEDED" w14:textId="77777777" w:rsidR="00A37B40" w:rsidRDefault="00A37B40" w:rsidP="0032463E">
      <w:pPr>
        <w:pStyle w:val="Textbezodsazen"/>
      </w:pPr>
    </w:p>
    <w:p w14:paraId="4108FBBE" w14:textId="66C4FEEB" w:rsidR="0032463E" w:rsidRPr="000B702D" w:rsidRDefault="000B702D" w:rsidP="0032463E">
      <w:pPr>
        <w:pStyle w:val="Textbezodsazen"/>
        <w:rPr>
          <w:b/>
        </w:rPr>
      </w:pPr>
      <w:r w:rsidRPr="000B702D">
        <w:rPr>
          <w:b/>
        </w:rPr>
        <w:t>Rozpis jednotlivých položek Ceny díla podle členění na Dílčí etapy zpracování projektové dokumentace:</w:t>
      </w:r>
    </w:p>
    <w:tbl>
      <w:tblPr>
        <w:tblStyle w:val="Tabulka11"/>
        <w:tblW w:w="8868" w:type="dxa"/>
        <w:tblLook w:val="04A0" w:firstRow="1" w:lastRow="0" w:firstColumn="1" w:lastColumn="0" w:noHBand="0" w:noVBand="1"/>
      </w:tblPr>
      <w:tblGrid>
        <w:gridCol w:w="2914"/>
        <w:gridCol w:w="2977"/>
        <w:gridCol w:w="2977"/>
      </w:tblGrid>
      <w:tr w:rsidR="000B702D" w:rsidRPr="000B702D" w14:paraId="6ED1B3B7"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E77111A" w14:textId="77777777" w:rsidR="000B702D" w:rsidRPr="000B702D" w:rsidRDefault="000B702D" w:rsidP="000B702D">
            <w:pPr>
              <w:spacing w:before="40" w:after="40"/>
              <w:rPr>
                <w:b/>
              </w:rPr>
            </w:pPr>
            <w:r w:rsidRPr="000B702D">
              <w:rPr>
                <w:b/>
              </w:rPr>
              <w:t>Specifikace položky</w:t>
            </w:r>
          </w:p>
        </w:tc>
        <w:tc>
          <w:tcPr>
            <w:tcW w:w="2977" w:type="dxa"/>
          </w:tcPr>
          <w:p w14:paraId="28D7E671" w14:textId="41BE2070" w:rsidR="000B702D" w:rsidRPr="006960BF" w:rsidRDefault="000B702D" w:rsidP="000B702D">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(bez DPH)</w:t>
            </w:r>
            <w:r w:rsidR="006960BF" w:rsidRPr="006960BF">
              <w:rPr>
                <w:b/>
                <w:highlight w:val="yellow"/>
              </w:rPr>
              <w:t xml:space="preserve"> *)</w:t>
            </w:r>
          </w:p>
        </w:tc>
        <w:tc>
          <w:tcPr>
            <w:tcW w:w="2977" w:type="dxa"/>
          </w:tcPr>
          <w:p w14:paraId="7DB04846" w14:textId="4487D86F" w:rsidR="000B702D" w:rsidRPr="006960BF" w:rsidRDefault="000B702D" w:rsidP="000B702D">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(s DPH)</w:t>
            </w:r>
            <w:r w:rsidR="006960BF" w:rsidRPr="006960BF">
              <w:rPr>
                <w:b/>
                <w:highlight w:val="yellow"/>
              </w:rPr>
              <w:t xml:space="preserve"> *)</w:t>
            </w:r>
          </w:p>
        </w:tc>
      </w:tr>
      <w:tr w:rsidR="00543261" w:rsidRPr="000B702D" w14:paraId="7814794A" w14:textId="77777777" w:rsidTr="006960BF">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DE87148" w14:textId="77777777" w:rsidR="00543261" w:rsidRPr="003B4047" w:rsidRDefault="00543261" w:rsidP="00543261">
            <w:pPr>
              <w:spacing w:before="40" w:after="40"/>
              <w:rPr>
                <w:b/>
              </w:rPr>
            </w:pPr>
            <w:r w:rsidRPr="003B4047">
              <w:rPr>
                <w:b/>
              </w:rPr>
              <w:t>1. Dílčí etapa</w:t>
            </w:r>
          </w:p>
        </w:tc>
        <w:tc>
          <w:tcPr>
            <w:tcW w:w="2977" w:type="dxa"/>
          </w:tcPr>
          <w:p w14:paraId="594ED675" w14:textId="790F8A97"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bookmarkStart w:id="4" w:name="Text30"/>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bookmarkEnd w:id="4"/>
            <w:r w:rsidRPr="00543261">
              <w:rPr>
                <w:b/>
              </w:rPr>
              <w:t xml:space="preserve"> Kč</w:t>
            </w:r>
            <w:proofErr w:type="gramEnd"/>
          </w:p>
        </w:tc>
        <w:tc>
          <w:tcPr>
            <w:tcW w:w="2977" w:type="dxa"/>
          </w:tcPr>
          <w:p w14:paraId="408637B9" w14:textId="23193973"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r w:rsidRPr="00543261">
              <w:rPr>
                <w:b/>
              </w:rPr>
              <w:t xml:space="preserve"> Kč</w:t>
            </w:r>
            <w:proofErr w:type="gramEnd"/>
          </w:p>
        </w:tc>
      </w:tr>
      <w:tr w:rsidR="00543261" w:rsidRPr="000B702D" w14:paraId="18007B2D" w14:textId="77777777" w:rsidTr="006960BF">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447DF7DB" w14:textId="77777777" w:rsidR="00543261" w:rsidRPr="003B4047" w:rsidRDefault="00543261" w:rsidP="00543261">
            <w:pPr>
              <w:spacing w:before="40" w:after="40"/>
              <w:rPr>
                <w:b/>
              </w:rPr>
            </w:pPr>
            <w:r w:rsidRPr="003B4047">
              <w:rPr>
                <w:b/>
              </w:rPr>
              <w:t>2. Dílčí etapa</w:t>
            </w:r>
          </w:p>
        </w:tc>
        <w:tc>
          <w:tcPr>
            <w:tcW w:w="2977" w:type="dxa"/>
          </w:tcPr>
          <w:p w14:paraId="2F9A5CA9" w14:textId="0C1211C0"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r w:rsidRPr="00543261">
              <w:rPr>
                <w:b/>
              </w:rPr>
              <w:t xml:space="preserve"> Kč</w:t>
            </w:r>
            <w:proofErr w:type="gramEnd"/>
          </w:p>
        </w:tc>
        <w:tc>
          <w:tcPr>
            <w:tcW w:w="2977" w:type="dxa"/>
          </w:tcPr>
          <w:p w14:paraId="4FE1798A" w14:textId="5FECED82"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r w:rsidRPr="00543261">
              <w:rPr>
                <w:b/>
              </w:rPr>
              <w:t xml:space="preserve"> Kč</w:t>
            </w:r>
            <w:proofErr w:type="gramEnd"/>
          </w:p>
        </w:tc>
      </w:tr>
      <w:tr w:rsidR="00543261" w:rsidRPr="000B702D" w14:paraId="319EDBA4" w14:textId="77777777" w:rsidTr="006960BF">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94D2A4A" w14:textId="1DBE3624" w:rsidR="00543261" w:rsidRPr="007C0FC9" w:rsidRDefault="007C0FC9" w:rsidP="007C0FC9">
            <w:pPr>
              <w:spacing w:before="40" w:after="40"/>
              <w:rPr>
                <w:b/>
              </w:rPr>
            </w:pPr>
            <w:r>
              <w:rPr>
                <w:b/>
              </w:rPr>
              <w:t xml:space="preserve">3. </w:t>
            </w:r>
            <w:r w:rsidRPr="007C0FC9">
              <w:rPr>
                <w:b/>
              </w:rPr>
              <w:t xml:space="preserve">Dílčí etapa - </w:t>
            </w:r>
            <w:r>
              <w:rPr>
                <w:b/>
              </w:rPr>
              <w:t>d</w:t>
            </w:r>
            <w:r w:rsidR="003B4047" w:rsidRPr="007C0FC9">
              <w:rPr>
                <w:b/>
              </w:rPr>
              <w:t xml:space="preserve">okončení </w:t>
            </w:r>
            <w:r>
              <w:rPr>
                <w:b/>
              </w:rPr>
              <w:t>D</w:t>
            </w:r>
            <w:r w:rsidR="003B4047" w:rsidRPr="007C0FC9">
              <w:rPr>
                <w:b/>
              </w:rPr>
              <w:t>íla</w:t>
            </w:r>
          </w:p>
        </w:tc>
        <w:tc>
          <w:tcPr>
            <w:tcW w:w="2977" w:type="dxa"/>
          </w:tcPr>
          <w:p w14:paraId="105C101C" w14:textId="17A12450"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r w:rsidRPr="00543261">
              <w:rPr>
                <w:b/>
              </w:rPr>
              <w:t xml:space="preserve"> Kč</w:t>
            </w:r>
            <w:proofErr w:type="gramEnd"/>
          </w:p>
        </w:tc>
        <w:tc>
          <w:tcPr>
            <w:tcW w:w="2977" w:type="dxa"/>
          </w:tcPr>
          <w:p w14:paraId="36E2B0A1" w14:textId="1E78E6C5" w:rsidR="00543261" w:rsidRPr="000B702D" w:rsidRDefault="00543261" w:rsidP="00543261">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543261">
              <w:rPr>
                <w:b/>
                <w:highlight w:val="yellow"/>
              </w:rPr>
              <w:fldChar w:fldCharType="begin">
                <w:ffData>
                  <w:name w:val="Text30"/>
                  <w:enabled/>
                  <w:calcOnExit w:val="0"/>
                  <w:textInput>
                    <w:default w:val="[....]"/>
                  </w:textInput>
                </w:ffData>
              </w:fldChar>
            </w:r>
            <w:r w:rsidRPr="00543261">
              <w:rPr>
                <w:b/>
                <w:highlight w:val="yellow"/>
              </w:rPr>
              <w:instrText xml:space="preserve"> FORMTEXT </w:instrText>
            </w:r>
            <w:r w:rsidRPr="00543261">
              <w:rPr>
                <w:b/>
                <w:highlight w:val="yellow"/>
              </w:rPr>
            </w:r>
            <w:r w:rsidRPr="00543261">
              <w:rPr>
                <w:b/>
                <w:highlight w:val="yellow"/>
              </w:rPr>
              <w:fldChar w:fldCharType="separate"/>
            </w:r>
            <w:proofErr w:type="gramStart"/>
            <w:r w:rsidRPr="00543261">
              <w:rPr>
                <w:b/>
                <w:noProof/>
                <w:highlight w:val="yellow"/>
              </w:rPr>
              <w:t>[....]</w:t>
            </w:r>
            <w:r w:rsidRPr="00543261">
              <w:rPr>
                <w:b/>
                <w:highlight w:val="yellow"/>
              </w:rPr>
              <w:fldChar w:fldCharType="end"/>
            </w:r>
            <w:r w:rsidRPr="00543261">
              <w:rPr>
                <w:b/>
              </w:rPr>
              <w:t xml:space="preserve"> Kč</w:t>
            </w:r>
            <w:proofErr w:type="gramEnd"/>
          </w:p>
        </w:tc>
      </w:tr>
      <w:tr w:rsidR="006F7770" w:rsidRPr="000B702D" w14:paraId="54B484F4" w14:textId="77777777" w:rsidTr="00566EF0">
        <w:tc>
          <w:tcPr>
            <w:cnfStyle w:val="001000000000" w:firstRow="0" w:lastRow="0" w:firstColumn="1" w:lastColumn="0" w:oddVBand="0" w:evenVBand="0" w:oddHBand="0" w:evenHBand="0" w:firstRowFirstColumn="0" w:firstRowLastColumn="0" w:lastRowFirstColumn="0" w:lastRowLastColumn="0"/>
            <w:tcW w:w="2914" w:type="dxa"/>
          </w:tcPr>
          <w:p w14:paraId="365D0389" w14:textId="77777777" w:rsidR="006F7770" w:rsidRPr="006960BF" w:rsidRDefault="006F7770" w:rsidP="006F7770">
            <w:pPr>
              <w:spacing w:before="40" w:after="40"/>
              <w:rPr>
                <w:b/>
                <w:sz w:val="16"/>
              </w:rPr>
            </w:pPr>
            <w:r w:rsidRPr="006960BF">
              <w:rPr>
                <w:b/>
                <w:sz w:val="16"/>
              </w:rPr>
              <w:t>Celkem CENA:</w:t>
            </w:r>
          </w:p>
        </w:tc>
        <w:tc>
          <w:tcPr>
            <w:tcW w:w="2977" w:type="dxa"/>
          </w:tcPr>
          <w:p w14:paraId="295D7A42" w14:textId="7F5BB261" w:rsidR="006F7770" w:rsidRPr="006960BF" w:rsidRDefault="00543261" w:rsidP="006F7770">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543261">
              <w:rPr>
                <w:rFonts w:eastAsia="Times New Roman" w:cs="Arial"/>
                <w:b/>
                <w:snapToGrid w:val="0"/>
                <w:sz w:val="16"/>
                <w:highlight w:val="yellow"/>
              </w:rPr>
              <w:fldChar w:fldCharType="begin">
                <w:ffData>
                  <w:name w:val="Text7"/>
                  <w:enabled/>
                  <w:calcOnExit w:val="0"/>
                  <w:textInput>
                    <w:default w:val="&quot;[VLOŽÍ ZHOTOVITEL]&quot;"/>
                  </w:textInput>
                </w:ffData>
              </w:fldChar>
            </w:r>
            <w:r w:rsidRPr="00543261">
              <w:rPr>
                <w:rFonts w:eastAsia="Times New Roman" w:cs="Arial"/>
                <w:b/>
                <w:snapToGrid w:val="0"/>
                <w:sz w:val="16"/>
                <w:highlight w:val="yellow"/>
              </w:rPr>
              <w:instrText xml:space="preserve"> FORMTEXT </w:instrText>
            </w:r>
            <w:r w:rsidRPr="00543261">
              <w:rPr>
                <w:rFonts w:eastAsia="Times New Roman" w:cs="Arial"/>
                <w:b/>
                <w:snapToGrid w:val="0"/>
                <w:sz w:val="16"/>
                <w:highlight w:val="yellow"/>
              </w:rPr>
            </w:r>
            <w:r w:rsidRPr="00543261">
              <w:rPr>
                <w:rFonts w:eastAsia="Times New Roman" w:cs="Arial"/>
                <w:b/>
                <w:snapToGrid w:val="0"/>
                <w:sz w:val="16"/>
                <w:highlight w:val="yellow"/>
              </w:rPr>
              <w:fldChar w:fldCharType="separate"/>
            </w:r>
            <w:r w:rsidRPr="00543261">
              <w:rPr>
                <w:rFonts w:eastAsia="Times New Roman" w:cs="Arial"/>
                <w:b/>
                <w:noProof/>
                <w:snapToGrid w:val="0"/>
                <w:sz w:val="16"/>
                <w:highlight w:val="yellow"/>
              </w:rPr>
              <w:t>"[VLOŽÍ ZHOTOVITEL]"</w:t>
            </w:r>
            <w:r w:rsidRPr="00543261">
              <w:rPr>
                <w:rFonts w:eastAsia="Times New Roman" w:cs="Arial"/>
                <w:b/>
                <w:snapToGrid w:val="0"/>
                <w:sz w:val="16"/>
                <w:highlight w:val="yellow"/>
              </w:rPr>
              <w:fldChar w:fldCharType="end"/>
            </w:r>
          </w:p>
        </w:tc>
        <w:tc>
          <w:tcPr>
            <w:tcW w:w="2977" w:type="dxa"/>
          </w:tcPr>
          <w:p w14:paraId="02280781" w14:textId="72E0A8EB" w:rsidR="006F7770" w:rsidRPr="006960BF" w:rsidRDefault="00543261" w:rsidP="006F7770">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543261">
              <w:rPr>
                <w:rFonts w:eastAsia="Times New Roman" w:cs="Arial"/>
                <w:b/>
                <w:snapToGrid w:val="0"/>
                <w:sz w:val="16"/>
                <w:highlight w:val="yellow"/>
              </w:rPr>
              <w:fldChar w:fldCharType="begin">
                <w:ffData>
                  <w:name w:val="Text7"/>
                  <w:enabled/>
                  <w:calcOnExit w:val="0"/>
                  <w:textInput>
                    <w:default w:val="&quot;[VLOŽÍ ZHOTOVITEL]&quot;"/>
                  </w:textInput>
                </w:ffData>
              </w:fldChar>
            </w:r>
            <w:r w:rsidRPr="00543261">
              <w:rPr>
                <w:rFonts w:eastAsia="Times New Roman" w:cs="Arial"/>
                <w:b/>
                <w:snapToGrid w:val="0"/>
                <w:sz w:val="16"/>
                <w:highlight w:val="yellow"/>
              </w:rPr>
              <w:instrText xml:space="preserve"> FORMTEXT </w:instrText>
            </w:r>
            <w:r w:rsidRPr="00543261">
              <w:rPr>
                <w:rFonts w:eastAsia="Times New Roman" w:cs="Arial"/>
                <w:b/>
                <w:snapToGrid w:val="0"/>
                <w:sz w:val="16"/>
                <w:highlight w:val="yellow"/>
              </w:rPr>
            </w:r>
            <w:r w:rsidRPr="00543261">
              <w:rPr>
                <w:rFonts w:eastAsia="Times New Roman" w:cs="Arial"/>
                <w:b/>
                <w:snapToGrid w:val="0"/>
                <w:sz w:val="16"/>
                <w:highlight w:val="yellow"/>
              </w:rPr>
              <w:fldChar w:fldCharType="separate"/>
            </w:r>
            <w:r w:rsidRPr="00543261">
              <w:rPr>
                <w:rFonts w:eastAsia="Times New Roman" w:cs="Arial"/>
                <w:b/>
                <w:noProof/>
                <w:snapToGrid w:val="0"/>
                <w:sz w:val="16"/>
                <w:highlight w:val="yellow"/>
              </w:rPr>
              <w:t>"[VLOŽÍ ZHOTOVITEL]"</w:t>
            </w:r>
            <w:r w:rsidRPr="00543261">
              <w:rPr>
                <w:rFonts w:eastAsia="Times New Roman" w:cs="Arial"/>
                <w:b/>
                <w:snapToGrid w:val="0"/>
                <w:sz w:val="16"/>
                <w:highlight w:val="yellow"/>
              </w:rPr>
              <w:fldChar w:fldCharType="end"/>
            </w:r>
          </w:p>
        </w:tc>
      </w:tr>
    </w:tbl>
    <w:p w14:paraId="7808E056" w14:textId="2EE6E33A" w:rsidR="0065340E" w:rsidRDefault="0065340E" w:rsidP="0032463E">
      <w:pPr>
        <w:pStyle w:val="Textbezodsazen"/>
      </w:pPr>
    </w:p>
    <w:p w14:paraId="29182439" w14:textId="549AD2F5" w:rsidR="000B702D" w:rsidRDefault="006960BF" w:rsidP="0032463E">
      <w:pPr>
        <w:pStyle w:val="Textbezodsazen"/>
      </w:pPr>
      <w:r>
        <w:t xml:space="preserve">*) nevyplněné údaje </w:t>
      </w:r>
      <w:r>
        <w:rPr>
          <w:highlight w:val="yellow"/>
        </w:rPr>
        <w:t>VLOŽÍ ZHOTOVITEL</w:t>
      </w: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77777777" w:rsidR="000B702D" w:rsidRDefault="000B702D" w:rsidP="0032463E">
      <w:pPr>
        <w:pStyle w:val="Textbezodsazen"/>
      </w:pPr>
    </w:p>
    <w:p w14:paraId="6BA8C2B1" w14:textId="77777777" w:rsidR="006F7770" w:rsidRDefault="006F7770">
      <w:pPr>
        <w:rPr>
          <w:rFonts w:asciiTheme="majorHAnsi" w:hAnsiTheme="majorHAnsi"/>
          <w:b/>
          <w:caps/>
          <w:sz w:val="22"/>
        </w:rPr>
      </w:pPr>
      <w:r>
        <w:br w:type="page"/>
      </w:r>
    </w:p>
    <w:p w14:paraId="4EBA4667" w14:textId="65438DEE" w:rsidR="0032463E" w:rsidRDefault="0032463E" w:rsidP="0032463E">
      <w:pPr>
        <w:pStyle w:val="Nadpisbezsl1-1"/>
      </w:pPr>
      <w:r>
        <w:lastRenderedPageBreak/>
        <w:t>Příloha č. 3</w:t>
      </w:r>
    </w:p>
    <w:p w14:paraId="38B08EC0" w14:textId="0753BD7B" w:rsidR="004A7152" w:rsidRDefault="004A7152" w:rsidP="004A7152">
      <w:pPr>
        <w:pStyle w:val="Nadpisbezsl1-2"/>
      </w:pPr>
      <w:r>
        <w:t>Harmonogram plnění</w:t>
      </w:r>
    </w:p>
    <w:p w14:paraId="3298C444" w14:textId="77777777" w:rsidR="00E3551E" w:rsidRDefault="00E3551E" w:rsidP="004A7152">
      <w:pPr>
        <w:pStyle w:val="Nadpisbezsl1-2"/>
      </w:pPr>
    </w:p>
    <w:tbl>
      <w:tblPr>
        <w:tblStyle w:val="Tabulka10"/>
        <w:tblW w:w="0" w:type="auto"/>
        <w:tblLook w:val="04A0" w:firstRow="1" w:lastRow="0" w:firstColumn="1" w:lastColumn="0" w:noHBand="0" w:noVBand="1"/>
      </w:tblPr>
      <w:tblGrid>
        <w:gridCol w:w="1791"/>
        <w:gridCol w:w="2356"/>
        <w:gridCol w:w="2431"/>
        <w:gridCol w:w="2124"/>
      </w:tblGrid>
      <w:tr w:rsidR="00E3551E" w:rsidRPr="00CB14D6" w14:paraId="397CA67D" w14:textId="77777777" w:rsidTr="006B1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01A61785" w14:textId="77777777" w:rsidR="00E3551E" w:rsidRPr="00CB14D6" w:rsidRDefault="00E3551E" w:rsidP="006B18C6">
            <w:pPr>
              <w:spacing w:before="40" w:after="40"/>
              <w:jc w:val="both"/>
              <w:rPr>
                <w:b/>
              </w:rPr>
            </w:pPr>
            <w:r w:rsidRPr="00CB14D6">
              <w:rPr>
                <w:b/>
              </w:rPr>
              <w:t>Část Díla</w:t>
            </w:r>
          </w:p>
        </w:tc>
        <w:tc>
          <w:tcPr>
            <w:tcW w:w="2356" w:type="dxa"/>
            <w:hideMark/>
          </w:tcPr>
          <w:p w14:paraId="5BE1052F" w14:textId="77777777" w:rsidR="00E3551E" w:rsidRPr="00CB14D6" w:rsidRDefault="00E3551E" w:rsidP="006B18C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1" w:type="dxa"/>
            <w:hideMark/>
          </w:tcPr>
          <w:p w14:paraId="6290BAEF" w14:textId="77777777" w:rsidR="00E3551E" w:rsidRPr="00CB14D6" w:rsidRDefault="00E3551E" w:rsidP="006B18C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4" w:type="dxa"/>
            <w:hideMark/>
          </w:tcPr>
          <w:p w14:paraId="6560467A" w14:textId="77777777" w:rsidR="00E3551E" w:rsidRPr="00CB14D6" w:rsidRDefault="00E3551E" w:rsidP="006B18C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E3551E" w:rsidRPr="00CB14D6" w14:paraId="29B9D2F9" w14:textId="77777777" w:rsidTr="006B18C6">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7E0BE006" w14:textId="77777777" w:rsidR="00E3551E" w:rsidRPr="00A73160" w:rsidRDefault="00E3551E" w:rsidP="006B18C6">
            <w:pPr>
              <w:spacing w:after="120"/>
              <w:jc w:val="both"/>
              <w:rPr>
                <w:b/>
                <w:sz w:val="16"/>
                <w:szCs w:val="16"/>
              </w:rPr>
            </w:pPr>
            <w:r w:rsidRPr="00A73160">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289E457C" w14:textId="77777777" w:rsidR="00E3551E" w:rsidRPr="00A73160" w:rsidRDefault="00E3551E" w:rsidP="006B18C6">
            <w:pPr>
              <w:spacing w:after="120"/>
              <w:cnfStyle w:val="000000000000" w:firstRow="0" w:lastRow="0" w:firstColumn="0" w:lastColumn="0" w:oddVBand="0" w:evenVBand="0" w:oddHBand="0" w:evenHBand="0" w:firstRowFirstColumn="0" w:firstRowLastColumn="0" w:lastRowFirstColumn="0" w:lastRowLastColumn="0"/>
            </w:pPr>
            <w:r w:rsidRPr="00A73160">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5ADC70E6" w14:textId="77777777" w:rsidR="00E3551E" w:rsidRPr="00A73160" w:rsidRDefault="00E3551E" w:rsidP="006B18C6">
            <w:pPr>
              <w:spacing w:after="120"/>
              <w:cnfStyle w:val="000000000000" w:firstRow="0" w:lastRow="0" w:firstColumn="0" w:lastColumn="0" w:oddVBand="0" w:evenVBand="0" w:oddHBand="0" w:evenHBand="0" w:firstRowFirstColumn="0" w:firstRowLastColumn="0" w:lastRowFirstColumn="0" w:lastRowLastColumn="0"/>
            </w:pPr>
            <w:r w:rsidRPr="00A73160">
              <w:t>-</w:t>
            </w:r>
          </w:p>
        </w:tc>
        <w:tc>
          <w:tcPr>
            <w:tcW w:w="2124" w:type="dxa"/>
            <w:tcBorders>
              <w:top w:val="single" w:sz="2" w:space="0" w:color="auto"/>
              <w:left w:val="single" w:sz="2" w:space="0" w:color="auto"/>
              <w:bottom w:val="single" w:sz="2" w:space="0" w:color="auto"/>
              <w:right w:val="nil"/>
            </w:tcBorders>
            <w:shd w:val="clear" w:color="auto" w:fill="auto"/>
            <w:hideMark/>
          </w:tcPr>
          <w:p w14:paraId="55E41300" w14:textId="77777777" w:rsidR="00E3551E" w:rsidRPr="00A73160" w:rsidRDefault="00E3551E" w:rsidP="006B18C6">
            <w:pPr>
              <w:spacing w:after="120"/>
              <w:cnfStyle w:val="000000000000" w:firstRow="0" w:lastRow="0" w:firstColumn="0" w:lastColumn="0" w:oddVBand="0" w:evenVBand="0" w:oddHBand="0" w:evenHBand="0" w:firstRowFirstColumn="0" w:firstRowLastColumn="0" w:lastRowFirstColumn="0" w:lastRowLastColumn="0"/>
            </w:pPr>
            <w:r w:rsidRPr="00A73160">
              <w:t>-</w:t>
            </w:r>
          </w:p>
        </w:tc>
      </w:tr>
      <w:tr w:rsidR="00E3551E" w:rsidRPr="00CB14D6" w14:paraId="01BE9F69" w14:textId="77777777" w:rsidTr="006B18C6">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58DF6A7B" w14:textId="77777777" w:rsidR="00E3551E" w:rsidRPr="00A73160" w:rsidRDefault="00E3551E" w:rsidP="006B18C6">
            <w:pPr>
              <w:spacing w:after="120"/>
              <w:jc w:val="both"/>
              <w:rPr>
                <w:b/>
                <w:sz w:val="16"/>
                <w:szCs w:val="16"/>
              </w:rPr>
            </w:pPr>
            <w:r w:rsidRPr="005057F0">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0E04CA3A" w14:textId="31623F94" w:rsidR="00E3551E" w:rsidRPr="00A73160" w:rsidRDefault="000D2B6C" w:rsidP="00FB2EA6">
            <w:pPr>
              <w:spacing w:after="120"/>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1</w:t>
            </w:r>
            <w:r w:rsidR="00E3551E" w:rsidRPr="005057F0">
              <w:rPr>
                <w:b/>
                <w:sz w:val="16"/>
                <w:szCs w:val="16"/>
              </w:rPr>
              <w:t xml:space="preserve"> měsíc</w:t>
            </w:r>
            <w:r w:rsidR="00FB2EA6">
              <w:rPr>
                <w:b/>
                <w:sz w:val="16"/>
                <w:szCs w:val="16"/>
              </w:rPr>
              <w:t>e</w:t>
            </w:r>
            <w:r w:rsidR="00E3551E" w:rsidRPr="005057F0">
              <w:rPr>
                <w:b/>
                <w:sz w:val="16"/>
                <w:szCs w:val="16"/>
              </w:rPr>
              <w:t xml:space="preserve"> </w:t>
            </w:r>
            <w:r w:rsidR="00E3551E" w:rsidRPr="005057F0">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8CEC8DE" w14:textId="33A349F0" w:rsidR="00E3551E" w:rsidRPr="00A73160" w:rsidRDefault="00E3551E" w:rsidP="007C0FC9">
            <w:pPr>
              <w:spacing w:after="120"/>
              <w:cnfStyle w:val="000000000000" w:firstRow="0" w:lastRow="0" w:firstColumn="0" w:lastColumn="0" w:oddVBand="0" w:evenVBand="0" w:oddHBand="0" w:evenHBand="0" w:firstRowFirstColumn="0" w:firstRowLastColumn="0" w:lastRowFirstColumn="0" w:lastRowLastColumn="0"/>
            </w:pPr>
            <w:r w:rsidRPr="005057F0">
              <w:rPr>
                <w:sz w:val="16"/>
                <w:szCs w:val="16"/>
              </w:rPr>
              <w:t>Návrh technického řešení k připomínkovému řízení</w:t>
            </w:r>
          </w:p>
        </w:tc>
        <w:tc>
          <w:tcPr>
            <w:tcW w:w="2124" w:type="dxa"/>
            <w:tcBorders>
              <w:top w:val="single" w:sz="2" w:space="0" w:color="auto"/>
              <w:left w:val="single" w:sz="2" w:space="0" w:color="auto"/>
              <w:bottom w:val="single" w:sz="2" w:space="0" w:color="auto"/>
              <w:right w:val="nil"/>
            </w:tcBorders>
            <w:shd w:val="clear" w:color="auto" w:fill="auto"/>
          </w:tcPr>
          <w:p w14:paraId="5FFCD685" w14:textId="77777777" w:rsidR="00E3551E" w:rsidRPr="00A73160" w:rsidRDefault="00E3551E" w:rsidP="006B18C6">
            <w:pPr>
              <w:spacing w:after="120"/>
              <w:cnfStyle w:val="000000000000" w:firstRow="0" w:lastRow="0" w:firstColumn="0" w:lastColumn="0" w:oddVBand="0" w:evenVBand="0" w:oddHBand="0" w:evenHBand="0" w:firstRowFirstColumn="0" w:firstRowLastColumn="0" w:lastRowFirstColumn="0" w:lastRowLastColumn="0"/>
            </w:pPr>
            <w:r w:rsidRPr="005057F0">
              <w:rPr>
                <w:sz w:val="16"/>
                <w:szCs w:val="16"/>
              </w:rPr>
              <w:t>Předání návrhu technické řešení</w:t>
            </w:r>
          </w:p>
        </w:tc>
      </w:tr>
      <w:tr w:rsidR="00E3551E" w:rsidRPr="00CB14D6" w14:paraId="3BB8B6C1" w14:textId="77777777" w:rsidTr="006B18C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08F632A0" w14:textId="77777777" w:rsidR="00E3551E" w:rsidRPr="00A73160" w:rsidRDefault="00E3551E" w:rsidP="006B18C6">
            <w:pPr>
              <w:spacing w:after="120"/>
              <w:jc w:val="both"/>
              <w:rPr>
                <w:b/>
              </w:rPr>
            </w:pPr>
            <w:r w:rsidRPr="005057F0">
              <w:rPr>
                <w:b/>
                <w:sz w:val="16"/>
                <w:szCs w:val="16"/>
              </w:rPr>
              <w:t>2.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6800CF6F" w14:textId="53586968" w:rsidR="00E3551E" w:rsidRPr="00144556" w:rsidRDefault="00E3551E" w:rsidP="000D2B6C">
            <w:pPr>
              <w:spacing w:after="120"/>
              <w:cnfStyle w:val="000000000000" w:firstRow="0" w:lastRow="0" w:firstColumn="0" w:lastColumn="0" w:oddVBand="0" w:evenVBand="0" w:oddHBand="0" w:evenHBand="0" w:firstRowFirstColumn="0" w:firstRowLastColumn="0" w:lastRowFirstColumn="0" w:lastRowLastColumn="0"/>
            </w:pPr>
            <w:r w:rsidRPr="00144556">
              <w:rPr>
                <w:b/>
                <w:sz w:val="16"/>
                <w:szCs w:val="16"/>
              </w:rPr>
              <w:t xml:space="preserve">Do </w:t>
            </w:r>
            <w:r w:rsidR="000D2B6C">
              <w:rPr>
                <w:b/>
                <w:sz w:val="16"/>
                <w:szCs w:val="16"/>
              </w:rPr>
              <w:t>3</w:t>
            </w:r>
            <w:r w:rsidRPr="00144556">
              <w:rPr>
                <w:b/>
                <w:sz w:val="16"/>
                <w:szCs w:val="16"/>
              </w:rPr>
              <w:t xml:space="preserve"> měsíců </w:t>
            </w:r>
            <w:r w:rsidRPr="00144556">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222C5B6" w14:textId="423221A2" w:rsidR="00E3551E" w:rsidRPr="00144556" w:rsidRDefault="007C0FC9" w:rsidP="007C0FC9">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Pr>
                <w:sz w:val="16"/>
                <w:szCs w:val="16"/>
              </w:rPr>
              <w:t>Předložení d</w:t>
            </w:r>
            <w:r w:rsidR="00E3551E" w:rsidRPr="00144556">
              <w:rPr>
                <w:sz w:val="16"/>
                <w:szCs w:val="16"/>
              </w:rPr>
              <w:t xml:space="preserve">ílčí PDSP se zapracovanými připomínkami z 1. </w:t>
            </w:r>
            <w:r>
              <w:rPr>
                <w:sz w:val="16"/>
                <w:szCs w:val="16"/>
              </w:rPr>
              <w:t>Dílčí e</w:t>
            </w:r>
            <w:r w:rsidR="00E3551E" w:rsidRPr="00144556">
              <w:rPr>
                <w:sz w:val="16"/>
                <w:szCs w:val="16"/>
              </w:rPr>
              <w:t>tapy</w:t>
            </w:r>
          </w:p>
        </w:tc>
        <w:tc>
          <w:tcPr>
            <w:tcW w:w="2124" w:type="dxa"/>
            <w:tcBorders>
              <w:top w:val="single" w:sz="2" w:space="0" w:color="auto"/>
              <w:left w:val="single" w:sz="2" w:space="0" w:color="auto"/>
              <w:bottom w:val="single" w:sz="2" w:space="0" w:color="auto"/>
              <w:right w:val="nil"/>
            </w:tcBorders>
            <w:shd w:val="clear" w:color="auto" w:fill="auto"/>
            <w:hideMark/>
          </w:tcPr>
          <w:p w14:paraId="0B078CFF" w14:textId="77777777" w:rsidR="00E3551E" w:rsidRPr="00144556" w:rsidRDefault="00E3551E" w:rsidP="006B18C6">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144556">
              <w:rPr>
                <w:sz w:val="16"/>
                <w:szCs w:val="16"/>
              </w:rPr>
              <w:t>Předání PDSP se zapracovanými připomínkami</w:t>
            </w:r>
          </w:p>
        </w:tc>
      </w:tr>
      <w:tr w:rsidR="00E3551E" w:rsidRPr="00CB14D6" w14:paraId="048CA352" w14:textId="77777777" w:rsidTr="006B18C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3847E9B7" w14:textId="184129D5" w:rsidR="00E3551E" w:rsidRPr="00A73160" w:rsidRDefault="007C0FC9" w:rsidP="006B18C6">
            <w:pPr>
              <w:spacing w:after="120"/>
              <w:jc w:val="both"/>
              <w:rPr>
                <w:b/>
                <w:sz w:val="16"/>
                <w:szCs w:val="16"/>
              </w:rPr>
            </w:pPr>
            <w:r>
              <w:rPr>
                <w:b/>
                <w:sz w:val="16"/>
                <w:szCs w:val="16"/>
              </w:rPr>
              <w:t>3.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39DDD358" w14:textId="019BBBCB" w:rsidR="00E3551E" w:rsidRPr="00144556" w:rsidRDefault="000D2B6C" w:rsidP="000D2B6C">
            <w:pPr>
              <w:spacing w:after="120"/>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5</w:t>
            </w:r>
            <w:r w:rsidR="00E3551E" w:rsidRPr="00144556">
              <w:rPr>
                <w:b/>
                <w:sz w:val="16"/>
                <w:szCs w:val="16"/>
              </w:rPr>
              <w:t xml:space="preserve"> měsíců </w:t>
            </w:r>
            <w:r w:rsidR="00E3551E" w:rsidRPr="00144556">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0E01A3D9" w14:textId="16EE8C06" w:rsidR="00E3551E" w:rsidRPr="00144556" w:rsidRDefault="007C0FC9" w:rsidP="006B18C6">
            <w:pPr>
              <w:spacing w:after="12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Předložení finální PDSP s dokladovou částí pro stavební povolení</w:t>
            </w:r>
          </w:p>
        </w:tc>
        <w:tc>
          <w:tcPr>
            <w:tcW w:w="2124" w:type="dxa"/>
            <w:tcBorders>
              <w:top w:val="single" w:sz="2" w:space="0" w:color="auto"/>
              <w:left w:val="single" w:sz="2" w:space="0" w:color="auto"/>
              <w:bottom w:val="single" w:sz="2" w:space="0" w:color="auto"/>
              <w:right w:val="nil"/>
            </w:tcBorders>
            <w:shd w:val="clear" w:color="auto" w:fill="auto"/>
          </w:tcPr>
          <w:p w14:paraId="6FF77D3E" w14:textId="09D2D8E9" w:rsidR="00E3551E" w:rsidRPr="00144556" w:rsidRDefault="00E3551E" w:rsidP="007C0FC9">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144556">
              <w:rPr>
                <w:sz w:val="16"/>
                <w:szCs w:val="16"/>
              </w:rPr>
              <w:t>Před</w:t>
            </w:r>
            <w:r w:rsidR="007C0FC9">
              <w:rPr>
                <w:sz w:val="16"/>
                <w:szCs w:val="16"/>
              </w:rPr>
              <w:t>án</w:t>
            </w:r>
            <w:r w:rsidRPr="00144556">
              <w:rPr>
                <w:sz w:val="16"/>
                <w:szCs w:val="16"/>
              </w:rPr>
              <w:t>í finální PDSP s</w:t>
            </w:r>
            <w:r>
              <w:rPr>
                <w:sz w:val="16"/>
                <w:szCs w:val="16"/>
              </w:rPr>
              <w:t> dokladovou částí pro stavební</w:t>
            </w:r>
            <w:r w:rsidRPr="00144556">
              <w:rPr>
                <w:sz w:val="16"/>
                <w:szCs w:val="16"/>
              </w:rPr>
              <w:t xml:space="preserve"> povolení</w:t>
            </w:r>
          </w:p>
        </w:tc>
      </w:tr>
    </w:tbl>
    <w:p w14:paraId="15B3FE7D" w14:textId="160A0EE0" w:rsidR="0032463E" w:rsidRPr="00F97DBD" w:rsidRDefault="0032463E" w:rsidP="00E3551E">
      <w:pPr>
        <w:pStyle w:val="Nadpisbezsl1-2"/>
        <w:rPr>
          <w:b w:val="0"/>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8FFB4" w14:textId="77777777" w:rsidR="00CA2EC6" w:rsidRDefault="00CA2EC6" w:rsidP="00962258">
      <w:pPr>
        <w:spacing w:after="0" w:line="240" w:lineRule="auto"/>
      </w:pPr>
      <w:r>
        <w:separator/>
      </w:r>
    </w:p>
  </w:endnote>
  <w:endnote w:type="continuationSeparator" w:id="0">
    <w:p w14:paraId="275804A2" w14:textId="77777777" w:rsidR="00CA2EC6" w:rsidRDefault="00CA2E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274F" w14:paraId="090FE323" w14:textId="77777777" w:rsidTr="00EB46E5">
      <w:tc>
        <w:tcPr>
          <w:tcW w:w="1361" w:type="dxa"/>
          <w:tcMar>
            <w:left w:w="0" w:type="dxa"/>
            <w:right w:w="0" w:type="dxa"/>
          </w:tcMar>
          <w:vAlign w:val="bottom"/>
        </w:tcPr>
        <w:p w14:paraId="3534BE46" w14:textId="42D6E9C7" w:rsidR="0033274F" w:rsidRPr="00B8518B" w:rsidRDefault="0033274F"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4150">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C24150">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33274F" w:rsidRDefault="0033274F" w:rsidP="00B8518B">
          <w:pPr>
            <w:pStyle w:val="Zpat"/>
          </w:pPr>
        </w:p>
      </w:tc>
      <w:tc>
        <w:tcPr>
          <w:tcW w:w="425" w:type="dxa"/>
          <w:shd w:val="clear" w:color="auto" w:fill="auto"/>
          <w:tcMar>
            <w:left w:w="0" w:type="dxa"/>
            <w:right w:w="0" w:type="dxa"/>
          </w:tcMar>
        </w:tcPr>
        <w:p w14:paraId="5EDDD7C2" w14:textId="77777777" w:rsidR="0033274F" w:rsidRDefault="0033274F" w:rsidP="00B8518B">
          <w:pPr>
            <w:pStyle w:val="Zpat"/>
          </w:pPr>
        </w:p>
      </w:tc>
      <w:tc>
        <w:tcPr>
          <w:tcW w:w="8505" w:type="dxa"/>
        </w:tcPr>
        <w:p w14:paraId="7FAB1D31" w14:textId="77777777" w:rsidR="0033274F" w:rsidRPr="00177DD4" w:rsidRDefault="0033274F" w:rsidP="00F422D3">
          <w:pPr>
            <w:pStyle w:val="Zpat0"/>
            <w:rPr>
              <w:b/>
              <w:sz w:val="14"/>
            </w:rPr>
          </w:pPr>
          <w:r w:rsidRPr="00177DD4">
            <w:rPr>
              <w:b/>
              <w:sz w:val="14"/>
            </w:rPr>
            <w:t>SMLOUVA O DÍLO</w:t>
          </w:r>
        </w:p>
        <w:p w14:paraId="628BDA55" w14:textId="77777777" w:rsidR="0033274F" w:rsidRPr="00177DD4" w:rsidRDefault="0033274F" w:rsidP="00F422D3">
          <w:pPr>
            <w:pStyle w:val="Zpat0"/>
            <w:rPr>
              <w:sz w:val="14"/>
            </w:rPr>
          </w:pPr>
          <w:r w:rsidRPr="00177DD4">
            <w:rPr>
              <w:sz w:val="14"/>
            </w:rPr>
            <w:t>Služby</w:t>
          </w:r>
        </w:p>
        <w:p w14:paraId="2A43E0B2" w14:textId="33706286" w:rsidR="0033274F" w:rsidRDefault="0033274F" w:rsidP="00F422D3">
          <w:pPr>
            <w:pStyle w:val="Zpat0"/>
          </w:pPr>
          <w:r>
            <w:rPr>
              <w:sz w:val="14"/>
            </w:rPr>
            <w:t>Vypracování projektové dokumentace „Oprava mostních objektů v úseku Bakov nad Jizerou – Bělá pod Bezdězem“</w:t>
          </w:r>
        </w:p>
      </w:tc>
    </w:tr>
  </w:tbl>
  <w:p w14:paraId="41895A5B" w14:textId="77777777" w:rsidR="0033274F" w:rsidRPr="00B8518B" w:rsidRDefault="003327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33274F" w:rsidRPr="00B8518B" w:rsidRDefault="0033274F" w:rsidP="00460660">
    <w:pPr>
      <w:pStyle w:val="Zpat"/>
      <w:rPr>
        <w:sz w:val="2"/>
        <w:szCs w:val="2"/>
      </w:rPr>
    </w:pPr>
  </w:p>
  <w:p w14:paraId="27479D8B" w14:textId="77777777" w:rsidR="0033274F" w:rsidRPr="00460660" w:rsidRDefault="0033274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274F" w14:paraId="72C408CF" w14:textId="77777777" w:rsidTr="00566EF0">
      <w:tc>
        <w:tcPr>
          <w:tcW w:w="1361" w:type="dxa"/>
          <w:tcMar>
            <w:left w:w="0" w:type="dxa"/>
            <w:right w:w="0" w:type="dxa"/>
          </w:tcMar>
          <w:vAlign w:val="bottom"/>
        </w:tcPr>
        <w:p w14:paraId="28509C99" w14:textId="77777777" w:rsidR="0033274F" w:rsidRPr="00B8518B" w:rsidRDefault="0033274F" w:rsidP="00652DBA">
          <w:pPr>
            <w:pStyle w:val="Zpat"/>
            <w:jc w:val="right"/>
            <w:rPr>
              <w:rStyle w:val="slostrnky"/>
            </w:rPr>
          </w:pPr>
        </w:p>
      </w:tc>
      <w:tc>
        <w:tcPr>
          <w:tcW w:w="284" w:type="dxa"/>
          <w:shd w:val="clear" w:color="auto" w:fill="auto"/>
          <w:tcMar>
            <w:left w:w="0" w:type="dxa"/>
            <w:right w:w="0" w:type="dxa"/>
          </w:tcMar>
        </w:tcPr>
        <w:p w14:paraId="379472D3" w14:textId="77777777" w:rsidR="0033274F" w:rsidRDefault="0033274F" w:rsidP="00566EF0">
          <w:pPr>
            <w:pStyle w:val="Zpat"/>
          </w:pPr>
        </w:p>
      </w:tc>
      <w:tc>
        <w:tcPr>
          <w:tcW w:w="425" w:type="dxa"/>
          <w:shd w:val="clear" w:color="auto" w:fill="auto"/>
          <w:tcMar>
            <w:left w:w="0" w:type="dxa"/>
            <w:right w:w="0" w:type="dxa"/>
          </w:tcMar>
        </w:tcPr>
        <w:p w14:paraId="5505C8F1" w14:textId="77777777" w:rsidR="0033274F" w:rsidRDefault="0033274F" w:rsidP="00566EF0">
          <w:pPr>
            <w:pStyle w:val="Zpat"/>
          </w:pPr>
        </w:p>
      </w:tc>
      <w:tc>
        <w:tcPr>
          <w:tcW w:w="8505" w:type="dxa"/>
        </w:tcPr>
        <w:p w14:paraId="59FA998B" w14:textId="77777777" w:rsidR="0033274F" w:rsidRPr="00177DD4" w:rsidRDefault="0033274F" w:rsidP="00566EF0">
          <w:pPr>
            <w:pStyle w:val="Zpat0"/>
            <w:rPr>
              <w:b/>
              <w:sz w:val="14"/>
            </w:rPr>
          </w:pPr>
          <w:r w:rsidRPr="00177DD4">
            <w:rPr>
              <w:b/>
              <w:sz w:val="14"/>
            </w:rPr>
            <w:t>SMLOUVA O DÍLO</w:t>
          </w:r>
        </w:p>
        <w:p w14:paraId="7DE15B15" w14:textId="77777777" w:rsidR="0033274F" w:rsidRPr="00177DD4" w:rsidRDefault="0033274F" w:rsidP="00566EF0">
          <w:pPr>
            <w:pStyle w:val="Zpat0"/>
            <w:rPr>
              <w:sz w:val="14"/>
            </w:rPr>
          </w:pPr>
          <w:r w:rsidRPr="00177DD4">
            <w:rPr>
              <w:sz w:val="14"/>
            </w:rPr>
            <w:t>Služby</w:t>
          </w:r>
        </w:p>
        <w:p w14:paraId="497042EB" w14:textId="5DA18B1C" w:rsidR="0033274F" w:rsidRPr="003B4047" w:rsidRDefault="0033274F" w:rsidP="00566EF0">
          <w:pPr>
            <w:pStyle w:val="Zpat0"/>
            <w:rPr>
              <w:sz w:val="14"/>
              <w:szCs w:val="14"/>
            </w:rPr>
          </w:pPr>
          <w:r w:rsidRPr="003B4047">
            <w:rPr>
              <w:rFonts w:ascii="Verdana" w:eastAsia="Verdana" w:hAnsi="Verdana" w:cs="Times New Roman"/>
              <w:sz w:val="14"/>
              <w:szCs w:val="14"/>
            </w:rPr>
            <w:t>Vypracování projektové dokumentace "Oprava mostních objektů v úseku Bakov nad Jizerou - Bělá pod Bezdězem"</w:t>
          </w:r>
        </w:p>
      </w:tc>
    </w:tr>
  </w:tbl>
  <w:p w14:paraId="6592EC6D" w14:textId="77777777" w:rsidR="0033274F" w:rsidRPr="00B8518B" w:rsidRDefault="003327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C398A" w14:textId="77777777" w:rsidR="00CA2EC6" w:rsidRDefault="00CA2EC6" w:rsidP="00962258">
      <w:pPr>
        <w:spacing w:after="0" w:line="240" w:lineRule="auto"/>
      </w:pPr>
      <w:r>
        <w:separator/>
      </w:r>
    </w:p>
  </w:footnote>
  <w:footnote w:type="continuationSeparator" w:id="0">
    <w:p w14:paraId="53B66430" w14:textId="77777777" w:rsidR="00CA2EC6" w:rsidRDefault="00CA2E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274F" w14:paraId="3221B5FE" w14:textId="77777777" w:rsidTr="00C02D0A">
      <w:trPr>
        <w:trHeight w:hRule="exact" w:val="454"/>
      </w:trPr>
      <w:tc>
        <w:tcPr>
          <w:tcW w:w="1361" w:type="dxa"/>
          <w:tcMar>
            <w:top w:w="57" w:type="dxa"/>
            <w:left w:w="0" w:type="dxa"/>
            <w:right w:w="0" w:type="dxa"/>
          </w:tcMar>
        </w:tcPr>
        <w:p w14:paraId="0421B014" w14:textId="77777777" w:rsidR="0033274F" w:rsidRPr="00B8518B" w:rsidRDefault="0033274F" w:rsidP="00523EA7">
          <w:pPr>
            <w:pStyle w:val="Zpat"/>
            <w:rPr>
              <w:rStyle w:val="slostrnky"/>
            </w:rPr>
          </w:pPr>
        </w:p>
      </w:tc>
      <w:tc>
        <w:tcPr>
          <w:tcW w:w="3458" w:type="dxa"/>
          <w:shd w:val="clear" w:color="auto" w:fill="auto"/>
          <w:tcMar>
            <w:top w:w="57" w:type="dxa"/>
            <w:left w:w="0" w:type="dxa"/>
            <w:right w:w="0" w:type="dxa"/>
          </w:tcMar>
        </w:tcPr>
        <w:p w14:paraId="1B6CA00C" w14:textId="77777777" w:rsidR="0033274F" w:rsidRDefault="0033274F" w:rsidP="00523EA7">
          <w:pPr>
            <w:pStyle w:val="Zpat"/>
          </w:pPr>
        </w:p>
      </w:tc>
      <w:tc>
        <w:tcPr>
          <w:tcW w:w="5698" w:type="dxa"/>
          <w:shd w:val="clear" w:color="auto" w:fill="auto"/>
          <w:tcMar>
            <w:top w:w="57" w:type="dxa"/>
            <w:left w:w="0" w:type="dxa"/>
            <w:right w:w="0" w:type="dxa"/>
          </w:tcMar>
        </w:tcPr>
        <w:p w14:paraId="3144A95A" w14:textId="77777777" w:rsidR="0033274F" w:rsidRPr="00D6163D" w:rsidRDefault="0033274F" w:rsidP="00D6163D">
          <w:pPr>
            <w:pStyle w:val="Druhdokumentu"/>
          </w:pPr>
        </w:p>
      </w:tc>
    </w:tr>
  </w:tbl>
  <w:p w14:paraId="524F9203" w14:textId="77777777" w:rsidR="0033274F" w:rsidRPr="00D6163D" w:rsidRDefault="003327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274F" w14:paraId="640893E4" w14:textId="77777777" w:rsidTr="00B22106">
      <w:trPr>
        <w:trHeight w:hRule="exact" w:val="936"/>
      </w:trPr>
      <w:tc>
        <w:tcPr>
          <w:tcW w:w="1361" w:type="dxa"/>
          <w:tcMar>
            <w:left w:w="0" w:type="dxa"/>
            <w:right w:w="0" w:type="dxa"/>
          </w:tcMar>
        </w:tcPr>
        <w:p w14:paraId="637A6AFE" w14:textId="77777777" w:rsidR="0033274F" w:rsidRPr="00B8518B" w:rsidRDefault="0033274F" w:rsidP="00FC6389">
          <w:pPr>
            <w:pStyle w:val="Zpat"/>
            <w:rPr>
              <w:rStyle w:val="slostrnky"/>
            </w:rPr>
          </w:pPr>
        </w:p>
      </w:tc>
      <w:tc>
        <w:tcPr>
          <w:tcW w:w="3458" w:type="dxa"/>
          <w:shd w:val="clear" w:color="auto" w:fill="auto"/>
          <w:tcMar>
            <w:left w:w="0" w:type="dxa"/>
            <w:right w:w="0" w:type="dxa"/>
          </w:tcMar>
        </w:tcPr>
        <w:p w14:paraId="6A678968" w14:textId="77777777" w:rsidR="0033274F" w:rsidRDefault="0033274F" w:rsidP="00FC6389">
          <w:pPr>
            <w:pStyle w:val="Zpat"/>
          </w:pPr>
        </w:p>
      </w:tc>
      <w:tc>
        <w:tcPr>
          <w:tcW w:w="5756" w:type="dxa"/>
          <w:shd w:val="clear" w:color="auto" w:fill="auto"/>
          <w:tcMar>
            <w:left w:w="0" w:type="dxa"/>
            <w:right w:w="0" w:type="dxa"/>
          </w:tcMar>
        </w:tcPr>
        <w:p w14:paraId="210F53A5" w14:textId="77777777" w:rsidR="0033274F" w:rsidRPr="00D6163D" w:rsidRDefault="0033274F" w:rsidP="00FC6389">
          <w:pPr>
            <w:pStyle w:val="Druhdokumentu"/>
          </w:pPr>
        </w:p>
      </w:tc>
    </w:tr>
    <w:tr w:rsidR="0033274F" w14:paraId="5B86A378" w14:textId="77777777" w:rsidTr="00B22106">
      <w:trPr>
        <w:trHeight w:hRule="exact" w:val="936"/>
      </w:trPr>
      <w:tc>
        <w:tcPr>
          <w:tcW w:w="1361" w:type="dxa"/>
          <w:tcMar>
            <w:left w:w="0" w:type="dxa"/>
            <w:right w:w="0" w:type="dxa"/>
          </w:tcMar>
        </w:tcPr>
        <w:p w14:paraId="381E7F73" w14:textId="77777777" w:rsidR="0033274F" w:rsidRPr="00B8518B" w:rsidRDefault="0033274F" w:rsidP="00FC6389">
          <w:pPr>
            <w:pStyle w:val="Zpat"/>
            <w:rPr>
              <w:rStyle w:val="slostrnky"/>
            </w:rPr>
          </w:pPr>
        </w:p>
      </w:tc>
      <w:tc>
        <w:tcPr>
          <w:tcW w:w="3458" w:type="dxa"/>
          <w:shd w:val="clear" w:color="auto" w:fill="auto"/>
          <w:tcMar>
            <w:left w:w="0" w:type="dxa"/>
            <w:right w:w="0" w:type="dxa"/>
          </w:tcMar>
        </w:tcPr>
        <w:p w14:paraId="050C2EA8" w14:textId="77777777" w:rsidR="0033274F" w:rsidRDefault="0033274F" w:rsidP="00FC6389">
          <w:pPr>
            <w:pStyle w:val="Zpat"/>
          </w:pPr>
        </w:p>
      </w:tc>
      <w:tc>
        <w:tcPr>
          <w:tcW w:w="5756" w:type="dxa"/>
          <w:shd w:val="clear" w:color="auto" w:fill="auto"/>
          <w:tcMar>
            <w:left w:w="0" w:type="dxa"/>
            <w:right w:w="0" w:type="dxa"/>
          </w:tcMar>
        </w:tcPr>
        <w:p w14:paraId="3F668845" w14:textId="77777777" w:rsidR="0033274F" w:rsidRPr="00D6163D" w:rsidRDefault="0033274F" w:rsidP="00FC6389">
          <w:pPr>
            <w:pStyle w:val="Druhdokumentu"/>
          </w:pPr>
        </w:p>
      </w:tc>
    </w:tr>
  </w:tbl>
  <w:p w14:paraId="573A1BB8" w14:textId="77777777" w:rsidR="0033274F" w:rsidRPr="00D6163D" w:rsidRDefault="0033274F"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33274F" w:rsidRPr="00460660" w:rsidRDefault="0033274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274F" w14:paraId="2ED7E681" w14:textId="77777777" w:rsidTr="00C02D0A">
      <w:trPr>
        <w:trHeight w:hRule="exact" w:val="454"/>
      </w:trPr>
      <w:tc>
        <w:tcPr>
          <w:tcW w:w="1361" w:type="dxa"/>
          <w:tcMar>
            <w:top w:w="57" w:type="dxa"/>
            <w:left w:w="0" w:type="dxa"/>
            <w:right w:w="0" w:type="dxa"/>
          </w:tcMar>
        </w:tcPr>
        <w:p w14:paraId="4A62288F" w14:textId="77777777" w:rsidR="0033274F" w:rsidRPr="00B8518B" w:rsidRDefault="0033274F" w:rsidP="00523EA7">
          <w:pPr>
            <w:pStyle w:val="Zpat"/>
            <w:rPr>
              <w:rStyle w:val="slostrnky"/>
            </w:rPr>
          </w:pPr>
        </w:p>
      </w:tc>
      <w:tc>
        <w:tcPr>
          <w:tcW w:w="3458" w:type="dxa"/>
          <w:shd w:val="clear" w:color="auto" w:fill="auto"/>
          <w:tcMar>
            <w:top w:w="57" w:type="dxa"/>
            <w:left w:w="0" w:type="dxa"/>
            <w:right w:w="0" w:type="dxa"/>
          </w:tcMar>
        </w:tcPr>
        <w:p w14:paraId="32BAD14A" w14:textId="77777777" w:rsidR="0033274F" w:rsidRDefault="0033274F" w:rsidP="00523EA7">
          <w:pPr>
            <w:pStyle w:val="Zpat"/>
          </w:pPr>
        </w:p>
      </w:tc>
      <w:tc>
        <w:tcPr>
          <w:tcW w:w="5698" w:type="dxa"/>
          <w:shd w:val="clear" w:color="auto" w:fill="auto"/>
          <w:tcMar>
            <w:top w:w="57" w:type="dxa"/>
            <w:left w:w="0" w:type="dxa"/>
            <w:right w:w="0" w:type="dxa"/>
          </w:tcMar>
        </w:tcPr>
        <w:p w14:paraId="43FBD2EF" w14:textId="77777777" w:rsidR="0033274F" w:rsidRPr="00D6163D" w:rsidRDefault="0033274F" w:rsidP="00D6163D">
          <w:pPr>
            <w:pStyle w:val="Druhdokumentu"/>
          </w:pPr>
        </w:p>
      </w:tc>
    </w:tr>
  </w:tbl>
  <w:p w14:paraId="2BB2A7E0" w14:textId="77777777" w:rsidR="0033274F" w:rsidRPr="00D6163D" w:rsidRDefault="003327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1264"/>
    <w:rsid w:val="0006588D"/>
    <w:rsid w:val="00067A5E"/>
    <w:rsid w:val="000719BB"/>
    <w:rsid w:val="00072A65"/>
    <w:rsid w:val="00072C1E"/>
    <w:rsid w:val="00093642"/>
    <w:rsid w:val="000A06F1"/>
    <w:rsid w:val="000A4B9F"/>
    <w:rsid w:val="000B4EB8"/>
    <w:rsid w:val="000B702D"/>
    <w:rsid w:val="000C3F77"/>
    <w:rsid w:val="000C41F2"/>
    <w:rsid w:val="000D22C4"/>
    <w:rsid w:val="000D27D1"/>
    <w:rsid w:val="000D2B6C"/>
    <w:rsid w:val="000E1A7F"/>
    <w:rsid w:val="001008B2"/>
    <w:rsid w:val="00112864"/>
    <w:rsid w:val="00114472"/>
    <w:rsid w:val="00114988"/>
    <w:rsid w:val="00115069"/>
    <w:rsid w:val="001150F2"/>
    <w:rsid w:val="00117275"/>
    <w:rsid w:val="001356E8"/>
    <w:rsid w:val="00143EC0"/>
    <w:rsid w:val="00145D71"/>
    <w:rsid w:val="001533EA"/>
    <w:rsid w:val="00155BCD"/>
    <w:rsid w:val="001656A2"/>
    <w:rsid w:val="00165977"/>
    <w:rsid w:val="00170EC5"/>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38D5"/>
    <w:rsid w:val="002071BB"/>
    <w:rsid w:val="00207DF5"/>
    <w:rsid w:val="0021440B"/>
    <w:rsid w:val="00214C3E"/>
    <w:rsid w:val="00217210"/>
    <w:rsid w:val="00224A3C"/>
    <w:rsid w:val="0022516E"/>
    <w:rsid w:val="00230947"/>
    <w:rsid w:val="00240B81"/>
    <w:rsid w:val="00247D01"/>
    <w:rsid w:val="00261A5B"/>
    <w:rsid w:val="00262E5B"/>
    <w:rsid w:val="00263E6F"/>
    <w:rsid w:val="00263E8B"/>
    <w:rsid w:val="00275050"/>
    <w:rsid w:val="00276762"/>
    <w:rsid w:val="00276AFE"/>
    <w:rsid w:val="00284BB8"/>
    <w:rsid w:val="0029346F"/>
    <w:rsid w:val="002A3B57"/>
    <w:rsid w:val="002A40A5"/>
    <w:rsid w:val="002A5051"/>
    <w:rsid w:val="002A5468"/>
    <w:rsid w:val="002C31BF"/>
    <w:rsid w:val="002C7A28"/>
    <w:rsid w:val="002D7FD6"/>
    <w:rsid w:val="002E0CD7"/>
    <w:rsid w:val="002E0CFB"/>
    <w:rsid w:val="002E5C7B"/>
    <w:rsid w:val="002F273D"/>
    <w:rsid w:val="002F32A9"/>
    <w:rsid w:val="002F4333"/>
    <w:rsid w:val="0032463E"/>
    <w:rsid w:val="00327EEF"/>
    <w:rsid w:val="0033239F"/>
    <w:rsid w:val="0033274F"/>
    <w:rsid w:val="003358FF"/>
    <w:rsid w:val="00340307"/>
    <w:rsid w:val="0034274B"/>
    <w:rsid w:val="0034719F"/>
    <w:rsid w:val="0035064E"/>
    <w:rsid w:val="00350A35"/>
    <w:rsid w:val="00355CB8"/>
    <w:rsid w:val="003571D8"/>
    <w:rsid w:val="00357BC6"/>
    <w:rsid w:val="00361422"/>
    <w:rsid w:val="0037545D"/>
    <w:rsid w:val="00381EFC"/>
    <w:rsid w:val="00384BD5"/>
    <w:rsid w:val="00385359"/>
    <w:rsid w:val="00392910"/>
    <w:rsid w:val="00392EB6"/>
    <w:rsid w:val="00394FF4"/>
    <w:rsid w:val="003956C6"/>
    <w:rsid w:val="003A197F"/>
    <w:rsid w:val="003A2DF0"/>
    <w:rsid w:val="003B4047"/>
    <w:rsid w:val="003C33F2"/>
    <w:rsid w:val="003C3608"/>
    <w:rsid w:val="003D756E"/>
    <w:rsid w:val="003E07CB"/>
    <w:rsid w:val="003E420D"/>
    <w:rsid w:val="003E4C13"/>
    <w:rsid w:val="003F2D4F"/>
    <w:rsid w:val="004053C8"/>
    <w:rsid w:val="00406CE9"/>
    <w:rsid w:val="004078F3"/>
    <w:rsid w:val="004112D1"/>
    <w:rsid w:val="00413914"/>
    <w:rsid w:val="00420B82"/>
    <w:rsid w:val="00426E96"/>
    <w:rsid w:val="00427794"/>
    <w:rsid w:val="00431B10"/>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7A1F"/>
    <w:rsid w:val="004F4B9B"/>
    <w:rsid w:val="00502690"/>
    <w:rsid w:val="0050666E"/>
    <w:rsid w:val="00507A84"/>
    <w:rsid w:val="00511AB9"/>
    <w:rsid w:val="00517326"/>
    <w:rsid w:val="00523BB5"/>
    <w:rsid w:val="00523EA7"/>
    <w:rsid w:val="00523ECE"/>
    <w:rsid w:val="005406EB"/>
    <w:rsid w:val="00540C69"/>
    <w:rsid w:val="00543261"/>
    <w:rsid w:val="00544797"/>
    <w:rsid w:val="00550911"/>
    <w:rsid w:val="005511F7"/>
    <w:rsid w:val="00551486"/>
    <w:rsid w:val="00553375"/>
    <w:rsid w:val="00555884"/>
    <w:rsid w:val="00557DDF"/>
    <w:rsid w:val="00566EF0"/>
    <w:rsid w:val="005736B7"/>
    <w:rsid w:val="00575E5A"/>
    <w:rsid w:val="00580245"/>
    <w:rsid w:val="00596502"/>
    <w:rsid w:val="005A1F44"/>
    <w:rsid w:val="005B5ACA"/>
    <w:rsid w:val="005D3C39"/>
    <w:rsid w:val="00601A8C"/>
    <w:rsid w:val="0061068E"/>
    <w:rsid w:val="006115D3"/>
    <w:rsid w:val="00624262"/>
    <w:rsid w:val="00630948"/>
    <w:rsid w:val="00635446"/>
    <w:rsid w:val="006379CF"/>
    <w:rsid w:val="00652DBA"/>
    <w:rsid w:val="0065340E"/>
    <w:rsid w:val="0065610E"/>
    <w:rsid w:val="00657A25"/>
    <w:rsid w:val="00660AD3"/>
    <w:rsid w:val="00672CD6"/>
    <w:rsid w:val="00673471"/>
    <w:rsid w:val="006776B6"/>
    <w:rsid w:val="00691134"/>
    <w:rsid w:val="006919E1"/>
    <w:rsid w:val="00693150"/>
    <w:rsid w:val="006960BF"/>
    <w:rsid w:val="006A5570"/>
    <w:rsid w:val="006A689C"/>
    <w:rsid w:val="006B18C6"/>
    <w:rsid w:val="006B3D79"/>
    <w:rsid w:val="006B6FE4"/>
    <w:rsid w:val="006C0BB6"/>
    <w:rsid w:val="006C2343"/>
    <w:rsid w:val="006C442A"/>
    <w:rsid w:val="006C490F"/>
    <w:rsid w:val="006C7460"/>
    <w:rsid w:val="006D3D66"/>
    <w:rsid w:val="006E055F"/>
    <w:rsid w:val="006E0578"/>
    <w:rsid w:val="006E314D"/>
    <w:rsid w:val="006F7770"/>
    <w:rsid w:val="00710723"/>
    <w:rsid w:val="007145F3"/>
    <w:rsid w:val="007162F4"/>
    <w:rsid w:val="00723ED1"/>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C0FC9"/>
    <w:rsid w:val="007D0186"/>
    <w:rsid w:val="007D1D22"/>
    <w:rsid w:val="007D51F3"/>
    <w:rsid w:val="007D5D19"/>
    <w:rsid w:val="007E4A6E"/>
    <w:rsid w:val="007E4E7B"/>
    <w:rsid w:val="007F56A7"/>
    <w:rsid w:val="00800851"/>
    <w:rsid w:val="00807DD0"/>
    <w:rsid w:val="00821D01"/>
    <w:rsid w:val="00823CA4"/>
    <w:rsid w:val="00826B7B"/>
    <w:rsid w:val="0083038D"/>
    <w:rsid w:val="00846789"/>
    <w:rsid w:val="008500BE"/>
    <w:rsid w:val="008537E0"/>
    <w:rsid w:val="00855710"/>
    <w:rsid w:val="00866994"/>
    <w:rsid w:val="00891465"/>
    <w:rsid w:val="008A3568"/>
    <w:rsid w:val="008B075C"/>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78B7"/>
    <w:rsid w:val="00967BCB"/>
    <w:rsid w:val="00971DFA"/>
    <w:rsid w:val="00984906"/>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209AF"/>
    <w:rsid w:val="00A21A01"/>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D7FA7"/>
    <w:rsid w:val="00B008D5"/>
    <w:rsid w:val="00B01220"/>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55DF"/>
    <w:rsid w:val="00B97CC3"/>
    <w:rsid w:val="00BA6B83"/>
    <w:rsid w:val="00BC06C4"/>
    <w:rsid w:val="00BC75F1"/>
    <w:rsid w:val="00BD4220"/>
    <w:rsid w:val="00BD7E91"/>
    <w:rsid w:val="00BD7F0D"/>
    <w:rsid w:val="00BF0A90"/>
    <w:rsid w:val="00BF1819"/>
    <w:rsid w:val="00BF4FB7"/>
    <w:rsid w:val="00C02D0A"/>
    <w:rsid w:val="00C03A6E"/>
    <w:rsid w:val="00C044F4"/>
    <w:rsid w:val="00C11E78"/>
    <w:rsid w:val="00C226C0"/>
    <w:rsid w:val="00C2415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A2EC6"/>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32554"/>
    <w:rsid w:val="00D4108E"/>
    <w:rsid w:val="00D418B1"/>
    <w:rsid w:val="00D4328E"/>
    <w:rsid w:val="00D51AAD"/>
    <w:rsid w:val="00D6163D"/>
    <w:rsid w:val="00D6239F"/>
    <w:rsid w:val="00D6460C"/>
    <w:rsid w:val="00D72C1C"/>
    <w:rsid w:val="00D831A3"/>
    <w:rsid w:val="00D84FB3"/>
    <w:rsid w:val="00D90E82"/>
    <w:rsid w:val="00D97BE3"/>
    <w:rsid w:val="00DA3711"/>
    <w:rsid w:val="00DD46F3"/>
    <w:rsid w:val="00DD514B"/>
    <w:rsid w:val="00DE56F2"/>
    <w:rsid w:val="00DF116D"/>
    <w:rsid w:val="00DF7033"/>
    <w:rsid w:val="00E05BA6"/>
    <w:rsid w:val="00E11B1E"/>
    <w:rsid w:val="00E16FF7"/>
    <w:rsid w:val="00E26D68"/>
    <w:rsid w:val="00E301D4"/>
    <w:rsid w:val="00E3551E"/>
    <w:rsid w:val="00E378A4"/>
    <w:rsid w:val="00E37FEA"/>
    <w:rsid w:val="00E44045"/>
    <w:rsid w:val="00E463D2"/>
    <w:rsid w:val="00E6165E"/>
    <w:rsid w:val="00E618C4"/>
    <w:rsid w:val="00E65137"/>
    <w:rsid w:val="00E7415D"/>
    <w:rsid w:val="00E83BC3"/>
    <w:rsid w:val="00E87509"/>
    <w:rsid w:val="00E878EE"/>
    <w:rsid w:val="00E901A3"/>
    <w:rsid w:val="00EA1E76"/>
    <w:rsid w:val="00EA585B"/>
    <w:rsid w:val="00EA6EC7"/>
    <w:rsid w:val="00EB104F"/>
    <w:rsid w:val="00EB421D"/>
    <w:rsid w:val="00EB46E5"/>
    <w:rsid w:val="00EC53D5"/>
    <w:rsid w:val="00ED14BD"/>
    <w:rsid w:val="00ED29F1"/>
    <w:rsid w:val="00EF05B5"/>
    <w:rsid w:val="00F016C7"/>
    <w:rsid w:val="00F01DE8"/>
    <w:rsid w:val="00F12DEC"/>
    <w:rsid w:val="00F1715C"/>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A3658"/>
    <w:rsid w:val="00FA4D85"/>
    <w:rsid w:val="00FB2EA6"/>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095721A-493D-4090-B32F-524AE8EF5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Pages>
  <Words>4649</Words>
  <Characters>27435</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5</cp:revision>
  <cp:lastPrinted>2020-12-17T06:12:00Z</cp:lastPrinted>
  <dcterms:created xsi:type="dcterms:W3CDTF">2021-05-31T08:45:00Z</dcterms:created>
  <dcterms:modified xsi:type="dcterms:W3CDTF">2021-06-01T04:07:00Z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